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FFA" w:rsidRPr="00E61533" w:rsidRDefault="00376FFA" w:rsidP="00A15A84">
      <w:pPr>
        <w:rPr>
          <w:b/>
          <w:sz w:val="22"/>
          <w:szCs w:val="22"/>
        </w:rPr>
      </w:pPr>
      <w:r w:rsidRPr="00E61533">
        <w:rPr>
          <w:b/>
          <w:sz w:val="22"/>
          <w:szCs w:val="22"/>
        </w:rPr>
        <w:t xml:space="preserve">Příloha č. </w:t>
      </w:r>
      <w:r>
        <w:rPr>
          <w:b/>
          <w:sz w:val="22"/>
          <w:szCs w:val="22"/>
        </w:rPr>
        <w:t>4</w:t>
      </w:r>
      <w:r w:rsidRPr="00E6153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k zadávací dokumentaci</w:t>
      </w:r>
    </w:p>
    <w:p w:rsidR="00376FFA" w:rsidRDefault="00376FFA" w:rsidP="00DF2C4E"/>
    <w:p w:rsidR="00376FFA" w:rsidRDefault="00376FFA" w:rsidP="00DF2C4E"/>
    <w:p w:rsidR="00376FFA" w:rsidRDefault="00376FFA" w:rsidP="00DF2C4E"/>
    <w:p w:rsidR="00376FFA" w:rsidRDefault="00376FFA" w:rsidP="00B47E5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Čestné prohlášení o </w:t>
      </w:r>
      <w:r w:rsidR="00065C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ekonomick</w:t>
      </w:r>
      <w:r w:rsidR="003741FC">
        <w:rPr>
          <w:b/>
          <w:sz w:val="28"/>
          <w:szCs w:val="28"/>
        </w:rPr>
        <w:t>é</w:t>
      </w:r>
      <w:r>
        <w:rPr>
          <w:b/>
          <w:sz w:val="28"/>
          <w:szCs w:val="28"/>
        </w:rPr>
        <w:t xml:space="preserve"> a finanční</w:t>
      </w:r>
      <w:r w:rsidR="00065C20">
        <w:rPr>
          <w:b/>
          <w:sz w:val="28"/>
          <w:szCs w:val="28"/>
        </w:rPr>
        <w:t xml:space="preserve"> </w:t>
      </w:r>
      <w:r w:rsidR="003741FC">
        <w:rPr>
          <w:b/>
          <w:sz w:val="28"/>
          <w:szCs w:val="28"/>
        </w:rPr>
        <w:t>způsobilosti</w:t>
      </w:r>
      <w:bookmarkStart w:id="0" w:name="_GoBack"/>
      <w:bookmarkEnd w:id="0"/>
    </w:p>
    <w:p w:rsidR="00376FFA" w:rsidRDefault="00376FFA" w:rsidP="00DF0CD2"/>
    <w:p w:rsidR="00376FFA" w:rsidRDefault="00376FFA" w:rsidP="00DF0CD2"/>
    <w:p w:rsidR="00376FFA" w:rsidRDefault="00376FFA" w:rsidP="00DF0CD2"/>
    <w:p w:rsidR="00376FFA" w:rsidRDefault="00376FFA" w:rsidP="00DF2C4E">
      <w:pPr>
        <w:spacing w:line="360" w:lineRule="auto"/>
        <w:rPr>
          <w:sz w:val="22"/>
          <w:szCs w:val="22"/>
        </w:rPr>
      </w:pPr>
      <w:r w:rsidRPr="006720CE">
        <w:rPr>
          <w:b/>
          <w:sz w:val="22"/>
          <w:szCs w:val="22"/>
        </w:rPr>
        <w:t>Název uchazeče</w:t>
      </w:r>
      <w:r w:rsidRPr="006720CE">
        <w:rPr>
          <w:sz w:val="22"/>
          <w:szCs w:val="22"/>
        </w:rPr>
        <w:t xml:space="preserve"> (vč. právní formy)</w:t>
      </w:r>
      <w:r w:rsidRPr="006720CE">
        <w:rPr>
          <w:sz w:val="22"/>
          <w:szCs w:val="22"/>
        </w:rPr>
        <w:tab/>
        <w:t>:</w:t>
      </w:r>
      <w:r w:rsidRPr="006720CE">
        <w:rPr>
          <w:sz w:val="22"/>
          <w:szCs w:val="22"/>
        </w:rPr>
        <w:tab/>
        <w:t>……………………………………………………</w:t>
      </w:r>
      <w:proofErr w:type="gramStart"/>
      <w:r w:rsidRPr="006720CE">
        <w:rPr>
          <w:sz w:val="22"/>
          <w:szCs w:val="22"/>
        </w:rPr>
        <w:t>….</w:t>
      </w:r>
      <w:r>
        <w:rPr>
          <w:sz w:val="22"/>
          <w:szCs w:val="22"/>
        </w:rPr>
        <w:t>.</w:t>
      </w:r>
      <w:proofErr w:type="gramEnd"/>
    </w:p>
    <w:p w:rsidR="00376FFA" w:rsidRPr="006720CE" w:rsidRDefault="00376FFA" w:rsidP="00DF2C4E">
      <w:pPr>
        <w:spacing w:line="360" w:lineRule="auto"/>
        <w:rPr>
          <w:sz w:val="22"/>
          <w:szCs w:val="22"/>
        </w:rPr>
      </w:pPr>
    </w:p>
    <w:p w:rsidR="00376FFA" w:rsidRDefault="00376FFA" w:rsidP="00DF2C4E">
      <w:pPr>
        <w:spacing w:line="360" w:lineRule="auto"/>
        <w:rPr>
          <w:sz w:val="22"/>
          <w:szCs w:val="22"/>
        </w:rPr>
      </w:pPr>
      <w:r w:rsidRPr="006720CE">
        <w:rPr>
          <w:b/>
          <w:sz w:val="22"/>
          <w:szCs w:val="22"/>
        </w:rPr>
        <w:t>Sídlo / místo podnikání</w:t>
      </w:r>
      <w:r w:rsidRPr="006720CE">
        <w:rPr>
          <w:sz w:val="22"/>
          <w:szCs w:val="22"/>
        </w:rPr>
        <w:tab/>
      </w:r>
      <w:r w:rsidRPr="006720CE">
        <w:rPr>
          <w:sz w:val="22"/>
          <w:szCs w:val="22"/>
        </w:rPr>
        <w:tab/>
        <w:t>:</w:t>
      </w:r>
      <w:r w:rsidRPr="006720CE">
        <w:rPr>
          <w:sz w:val="22"/>
          <w:szCs w:val="22"/>
        </w:rPr>
        <w:tab/>
        <w:t>……………………………………………………</w:t>
      </w:r>
      <w:proofErr w:type="gramStart"/>
      <w:r w:rsidRPr="006720CE">
        <w:rPr>
          <w:sz w:val="22"/>
          <w:szCs w:val="22"/>
        </w:rPr>
        <w:t>…..</w:t>
      </w:r>
      <w:r>
        <w:rPr>
          <w:sz w:val="22"/>
          <w:szCs w:val="22"/>
        </w:rPr>
        <w:t>.</w:t>
      </w:r>
      <w:proofErr w:type="gramEnd"/>
    </w:p>
    <w:p w:rsidR="00376FFA" w:rsidRPr="006720CE" w:rsidRDefault="00376FFA" w:rsidP="00DF2C4E">
      <w:pPr>
        <w:spacing w:line="360" w:lineRule="auto"/>
        <w:rPr>
          <w:sz w:val="22"/>
          <w:szCs w:val="22"/>
        </w:rPr>
      </w:pPr>
    </w:p>
    <w:p w:rsidR="00376FFA" w:rsidRPr="006720CE" w:rsidRDefault="00376FFA" w:rsidP="00DF2C4E">
      <w:pPr>
        <w:spacing w:line="360" w:lineRule="auto"/>
        <w:rPr>
          <w:sz w:val="22"/>
          <w:szCs w:val="22"/>
        </w:rPr>
      </w:pPr>
      <w:r w:rsidRPr="006720CE">
        <w:rPr>
          <w:b/>
          <w:sz w:val="22"/>
          <w:szCs w:val="22"/>
        </w:rPr>
        <w:t>IČ:</w:t>
      </w:r>
      <w:r w:rsidRPr="006720CE">
        <w:rPr>
          <w:b/>
          <w:sz w:val="22"/>
          <w:szCs w:val="22"/>
        </w:rPr>
        <w:tab/>
      </w:r>
      <w:r w:rsidRPr="006720CE">
        <w:rPr>
          <w:b/>
          <w:sz w:val="22"/>
          <w:szCs w:val="22"/>
        </w:rPr>
        <w:tab/>
      </w:r>
      <w:r w:rsidRPr="006720CE">
        <w:rPr>
          <w:sz w:val="22"/>
          <w:szCs w:val="22"/>
        </w:rPr>
        <w:tab/>
      </w:r>
      <w:r w:rsidRPr="006720CE">
        <w:rPr>
          <w:sz w:val="22"/>
          <w:szCs w:val="22"/>
        </w:rPr>
        <w:tab/>
      </w:r>
      <w:r w:rsidRPr="006720CE">
        <w:rPr>
          <w:sz w:val="22"/>
          <w:szCs w:val="22"/>
        </w:rPr>
        <w:tab/>
        <w:t>:</w:t>
      </w:r>
      <w:r w:rsidRPr="006720CE">
        <w:rPr>
          <w:sz w:val="22"/>
          <w:szCs w:val="22"/>
        </w:rPr>
        <w:tab/>
        <w:t>……………………………………………………</w:t>
      </w:r>
      <w:proofErr w:type="gramStart"/>
      <w:r w:rsidRPr="006720CE">
        <w:rPr>
          <w:sz w:val="22"/>
          <w:szCs w:val="22"/>
        </w:rPr>
        <w:t>…</w:t>
      </w:r>
      <w:r>
        <w:rPr>
          <w:sz w:val="22"/>
          <w:szCs w:val="22"/>
        </w:rPr>
        <w:t>...</w:t>
      </w:r>
      <w:proofErr w:type="gramEnd"/>
    </w:p>
    <w:p w:rsidR="00376FFA" w:rsidRDefault="00376FFA" w:rsidP="00DF2C4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376FFA" w:rsidRPr="00077AF9" w:rsidRDefault="00376FFA" w:rsidP="00DF2C4E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376FFA" w:rsidRPr="00980A4A" w:rsidRDefault="00376FFA" w:rsidP="00980A4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980A4A">
        <w:rPr>
          <w:color w:val="000000"/>
          <w:sz w:val="22"/>
          <w:szCs w:val="22"/>
        </w:rPr>
        <w:t xml:space="preserve">Prohlašuji tímto čestně jako uchazeč o zakázku </w:t>
      </w:r>
      <w:r w:rsidRPr="008E770A">
        <w:rPr>
          <w:b/>
          <w:color w:val="000000"/>
          <w:sz w:val="22"/>
          <w:szCs w:val="22"/>
        </w:rPr>
        <w:t>„</w:t>
      </w:r>
      <w:r w:rsidRPr="001F4700">
        <w:rPr>
          <w:b/>
          <w:color w:val="000000"/>
          <w:sz w:val="22"/>
          <w:szCs w:val="22"/>
        </w:rPr>
        <w:t>Vý</w:t>
      </w:r>
      <w:r>
        <w:rPr>
          <w:b/>
          <w:color w:val="000000"/>
          <w:sz w:val="22"/>
          <w:szCs w:val="22"/>
        </w:rPr>
        <w:t>běr</w:t>
      </w:r>
      <w:r w:rsidRPr="001F4700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TDI</w:t>
      </w:r>
      <w:r w:rsidRPr="001F4700">
        <w:rPr>
          <w:b/>
          <w:color w:val="000000"/>
          <w:sz w:val="22"/>
          <w:szCs w:val="22"/>
        </w:rPr>
        <w:t xml:space="preserve"> a koordinátora BOZP</w:t>
      </w:r>
      <w:r>
        <w:rPr>
          <w:b/>
          <w:color w:val="000000"/>
          <w:sz w:val="22"/>
          <w:szCs w:val="22"/>
        </w:rPr>
        <w:t xml:space="preserve">“, </w:t>
      </w:r>
      <w:r>
        <w:rPr>
          <w:color w:val="000000"/>
          <w:sz w:val="22"/>
          <w:szCs w:val="22"/>
        </w:rPr>
        <w:t xml:space="preserve">že jsem/jsme </w:t>
      </w:r>
      <w:r w:rsidRPr="00980A4A">
        <w:rPr>
          <w:b/>
          <w:color w:val="000000"/>
          <w:sz w:val="22"/>
          <w:szCs w:val="22"/>
          <w:u w:val="single"/>
        </w:rPr>
        <w:t>ekonomicky a finančně</w:t>
      </w:r>
      <w:r>
        <w:rPr>
          <w:color w:val="000000"/>
          <w:sz w:val="22"/>
          <w:szCs w:val="22"/>
        </w:rPr>
        <w:t xml:space="preserve"> způsobilý/í splnit uvedenou veřejnou zakázku.</w:t>
      </w:r>
    </w:p>
    <w:p w:rsidR="00376FFA" w:rsidRPr="00077AF9" w:rsidRDefault="00376FFA" w:rsidP="00DF2C4E">
      <w:pPr>
        <w:rPr>
          <w:color w:val="000000"/>
          <w:sz w:val="20"/>
          <w:szCs w:val="20"/>
        </w:rPr>
      </w:pPr>
    </w:p>
    <w:p w:rsidR="00376FFA" w:rsidRPr="00077AF9" w:rsidRDefault="00376FFA" w:rsidP="00DF2C4E">
      <w:pPr>
        <w:rPr>
          <w:color w:val="000000"/>
          <w:sz w:val="20"/>
          <w:szCs w:val="20"/>
        </w:rPr>
      </w:pPr>
    </w:p>
    <w:p w:rsidR="00376FFA" w:rsidRPr="00077AF9" w:rsidRDefault="00376FFA" w:rsidP="00DF2C4E">
      <w:pPr>
        <w:rPr>
          <w:color w:val="000000"/>
          <w:sz w:val="20"/>
          <w:szCs w:val="20"/>
        </w:rPr>
      </w:pPr>
    </w:p>
    <w:p w:rsidR="00376FFA" w:rsidRPr="00077AF9" w:rsidRDefault="00376FFA" w:rsidP="00DF2C4E">
      <w:pPr>
        <w:rPr>
          <w:sz w:val="20"/>
          <w:szCs w:val="20"/>
        </w:rPr>
      </w:pPr>
      <w:r w:rsidRPr="00077AF9">
        <w:rPr>
          <w:sz w:val="20"/>
          <w:szCs w:val="20"/>
        </w:rPr>
        <w:t>V …………………………… dne ………………………………</w:t>
      </w:r>
    </w:p>
    <w:p w:rsidR="00376FFA" w:rsidRPr="00077AF9" w:rsidRDefault="00376FFA" w:rsidP="00DF2C4E">
      <w:pPr>
        <w:rPr>
          <w:sz w:val="20"/>
          <w:szCs w:val="20"/>
        </w:rPr>
      </w:pPr>
    </w:p>
    <w:p w:rsidR="00376FFA" w:rsidRDefault="00376FFA" w:rsidP="00DF2C4E">
      <w:pPr>
        <w:rPr>
          <w:sz w:val="22"/>
          <w:szCs w:val="22"/>
        </w:rPr>
      </w:pPr>
    </w:p>
    <w:p w:rsidR="00376FFA" w:rsidRPr="001B346F" w:rsidRDefault="00376FFA" w:rsidP="00DF2C4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376FFA" w:rsidRPr="00922586">
        <w:tc>
          <w:tcPr>
            <w:tcW w:w="4606" w:type="dxa"/>
          </w:tcPr>
          <w:p w:rsidR="00376FFA" w:rsidRDefault="00376FFA" w:rsidP="00DF2C4E"/>
          <w:p w:rsidR="00376FFA" w:rsidRDefault="00376FFA" w:rsidP="00DF2C4E"/>
          <w:p w:rsidR="00376FFA" w:rsidRDefault="00376FFA" w:rsidP="00DF2C4E"/>
          <w:p w:rsidR="00376FFA" w:rsidRDefault="00376FFA" w:rsidP="00DF2C4E">
            <w:r w:rsidRPr="00922586">
              <w:rPr>
                <w:sz w:val="22"/>
                <w:szCs w:val="22"/>
              </w:rPr>
              <w:t>titul, jméno a příjmení statutárního orgánu</w:t>
            </w:r>
          </w:p>
          <w:p w:rsidR="00376FFA" w:rsidRDefault="00376FFA" w:rsidP="00DF2C4E"/>
          <w:p w:rsidR="00376FFA" w:rsidRDefault="00376FFA" w:rsidP="00DF2C4E"/>
          <w:p w:rsidR="00376FFA" w:rsidRPr="00922586" w:rsidRDefault="00376FFA" w:rsidP="00DF2C4E"/>
        </w:tc>
        <w:tc>
          <w:tcPr>
            <w:tcW w:w="4606" w:type="dxa"/>
          </w:tcPr>
          <w:p w:rsidR="00376FFA" w:rsidRPr="00922586" w:rsidRDefault="00376FFA" w:rsidP="00DF2C4E"/>
        </w:tc>
      </w:tr>
      <w:tr w:rsidR="00376FFA" w:rsidRPr="00922586">
        <w:tc>
          <w:tcPr>
            <w:tcW w:w="4606" w:type="dxa"/>
          </w:tcPr>
          <w:p w:rsidR="00376FFA" w:rsidRPr="00922586" w:rsidRDefault="00376FFA" w:rsidP="00DF2C4E"/>
          <w:p w:rsidR="00376FFA" w:rsidRDefault="00376FFA" w:rsidP="00DF2C4E"/>
          <w:p w:rsidR="00376FFA" w:rsidRPr="00922586" w:rsidRDefault="00376FFA" w:rsidP="00DF2C4E"/>
          <w:p w:rsidR="00376FFA" w:rsidRDefault="00376FFA" w:rsidP="00DF2C4E">
            <w:r w:rsidRPr="00922586">
              <w:rPr>
                <w:sz w:val="22"/>
                <w:szCs w:val="22"/>
              </w:rPr>
              <w:t>razítko a podpis</w:t>
            </w:r>
          </w:p>
          <w:p w:rsidR="00376FFA" w:rsidRDefault="00376FFA" w:rsidP="00DF2C4E"/>
          <w:p w:rsidR="00376FFA" w:rsidRDefault="00376FFA" w:rsidP="00DF2C4E"/>
          <w:p w:rsidR="00376FFA" w:rsidRPr="00922586" w:rsidRDefault="00376FFA" w:rsidP="00DF2C4E"/>
        </w:tc>
        <w:tc>
          <w:tcPr>
            <w:tcW w:w="4606" w:type="dxa"/>
          </w:tcPr>
          <w:p w:rsidR="00376FFA" w:rsidRPr="00922586" w:rsidRDefault="00376FFA" w:rsidP="00DF2C4E"/>
        </w:tc>
      </w:tr>
    </w:tbl>
    <w:p w:rsidR="00376FFA" w:rsidRPr="00D00BF4" w:rsidRDefault="00376FFA" w:rsidP="00DF2C4E">
      <w:pPr>
        <w:tabs>
          <w:tab w:val="left" w:pos="1620"/>
        </w:tabs>
        <w:jc w:val="both"/>
      </w:pPr>
    </w:p>
    <w:p w:rsidR="00376FFA" w:rsidRPr="006F0EED" w:rsidRDefault="00376FFA" w:rsidP="00DF2C4E">
      <w:pPr>
        <w:rPr>
          <w:sz w:val="20"/>
          <w:szCs w:val="20"/>
        </w:rPr>
      </w:pPr>
    </w:p>
    <w:p w:rsidR="00376FFA" w:rsidRDefault="00376FFA" w:rsidP="00DF2C4E"/>
    <w:p w:rsidR="00376FFA" w:rsidRDefault="00376FFA" w:rsidP="00DF2C4E"/>
    <w:p w:rsidR="00376FFA" w:rsidRDefault="00376FFA" w:rsidP="00DF2C4E"/>
    <w:p w:rsidR="00376FFA" w:rsidRDefault="00376FFA"/>
    <w:sectPr w:rsidR="00376FFA" w:rsidSect="00DF0CD2">
      <w:footerReference w:type="even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FFA" w:rsidRDefault="00376FFA">
      <w:r>
        <w:separator/>
      </w:r>
    </w:p>
  </w:endnote>
  <w:endnote w:type="continuationSeparator" w:id="0">
    <w:p w:rsidR="00376FFA" w:rsidRDefault="00376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FFA" w:rsidRDefault="00376FFA" w:rsidP="003E3DB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76FFA" w:rsidRDefault="00376FF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FFA" w:rsidRDefault="00376FFA">
      <w:r>
        <w:separator/>
      </w:r>
    </w:p>
  </w:footnote>
  <w:footnote w:type="continuationSeparator" w:id="0">
    <w:p w:rsidR="00376FFA" w:rsidRDefault="00376F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109F0"/>
    <w:multiLevelType w:val="hybridMultilevel"/>
    <w:tmpl w:val="08749F08"/>
    <w:lvl w:ilvl="0" w:tplc="0FCC73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C4E"/>
    <w:rsid w:val="00001A93"/>
    <w:rsid w:val="00002AB4"/>
    <w:rsid w:val="000038F1"/>
    <w:rsid w:val="00004BB8"/>
    <w:rsid w:val="00012ED2"/>
    <w:rsid w:val="00013635"/>
    <w:rsid w:val="00017E17"/>
    <w:rsid w:val="00025FBE"/>
    <w:rsid w:val="00026B6E"/>
    <w:rsid w:val="00026D6A"/>
    <w:rsid w:val="00033C21"/>
    <w:rsid w:val="00034125"/>
    <w:rsid w:val="00034971"/>
    <w:rsid w:val="0004083E"/>
    <w:rsid w:val="00040E44"/>
    <w:rsid w:val="00043822"/>
    <w:rsid w:val="000448A9"/>
    <w:rsid w:val="00046FE8"/>
    <w:rsid w:val="00051A1A"/>
    <w:rsid w:val="00052ECA"/>
    <w:rsid w:val="00053C8E"/>
    <w:rsid w:val="000636A5"/>
    <w:rsid w:val="000645E2"/>
    <w:rsid w:val="00065C20"/>
    <w:rsid w:val="000670DB"/>
    <w:rsid w:val="000674BF"/>
    <w:rsid w:val="0007131D"/>
    <w:rsid w:val="00076635"/>
    <w:rsid w:val="000774CC"/>
    <w:rsid w:val="00077AF9"/>
    <w:rsid w:val="00080101"/>
    <w:rsid w:val="0008028F"/>
    <w:rsid w:val="00082414"/>
    <w:rsid w:val="00082D97"/>
    <w:rsid w:val="00085988"/>
    <w:rsid w:val="00087AFF"/>
    <w:rsid w:val="00087DB3"/>
    <w:rsid w:val="00090487"/>
    <w:rsid w:val="0009152A"/>
    <w:rsid w:val="00092C50"/>
    <w:rsid w:val="00094AD9"/>
    <w:rsid w:val="000A2E1B"/>
    <w:rsid w:val="000A2F30"/>
    <w:rsid w:val="000A7C1A"/>
    <w:rsid w:val="000B021C"/>
    <w:rsid w:val="000B0371"/>
    <w:rsid w:val="000B53B1"/>
    <w:rsid w:val="000B6875"/>
    <w:rsid w:val="000B69A1"/>
    <w:rsid w:val="000B6C0F"/>
    <w:rsid w:val="000C3EC8"/>
    <w:rsid w:val="000C6F6D"/>
    <w:rsid w:val="000D01C3"/>
    <w:rsid w:val="000D17B9"/>
    <w:rsid w:val="000D33D4"/>
    <w:rsid w:val="000D4FED"/>
    <w:rsid w:val="000D5554"/>
    <w:rsid w:val="000D5F23"/>
    <w:rsid w:val="000E295E"/>
    <w:rsid w:val="000E3537"/>
    <w:rsid w:val="000E37D5"/>
    <w:rsid w:val="000E4C91"/>
    <w:rsid w:val="000E6FE3"/>
    <w:rsid w:val="000E7295"/>
    <w:rsid w:val="000F2632"/>
    <w:rsid w:val="000F2C68"/>
    <w:rsid w:val="000F3508"/>
    <w:rsid w:val="000F36F1"/>
    <w:rsid w:val="000F5CC6"/>
    <w:rsid w:val="000F5DD2"/>
    <w:rsid w:val="00100524"/>
    <w:rsid w:val="001005E0"/>
    <w:rsid w:val="00101960"/>
    <w:rsid w:val="00104E5B"/>
    <w:rsid w:val="00104ECD"/>
    <w:rsid w:val="00105885"/>
    <w:rsid w:val="001072B4"/>
    <w:rsid w:val="00107CB4"/>
    <w:rsid w:val="0011079E"/>
    <w:rsid w:val="00111EC3"/>
    <w:rsid w:val="001125E1"/>
    <w:rsid w:val="00112C42"/>
    <w:rsid w:val="00114AEF"/>
    <w:rsid w:val="00115460"/>
    <w:rsid w:val="001166B3"/>
    <w:rsid w:val="001173A2"/>
    <w:rsid w:val="001179DA"/>
    <w:rsid w:val="0012125C"/>
    <w:rsid w:val="00121F1F"/>
    <w:rsid w:val="001220C8"/>
    <w:rsid w:val="00123C31"/>
    <w:rsid w:val="00126B96"/>
    <w:rsid w:val="0013594C"/>
    <w:rsid w:val="001361F6"/>
    <w:rsid w:val="0014092C"/>
    <w:rsid w:val="00141989"/>
    <w:rsid w:val="00143D87"/>
    <w:rsid w:val="00143EE3"/>
    <w:rsid w:val="00143FB8"/>
    <w:rsid w:val="00144A8C"/>
    <w:rsid w:val="0015180B"/>
    <w:rsid w:val="0015187C"/>
    <w:rsid w:val="00151E64"/>
    <w:rsid w:val="00155948"/>
    <w:rsid w:val="00167139"/>
    <w:rsid w:val="00170FAD"/>
    <w:rsid w:val="0017182E"/>
    <w:rsid w:val="001718E0"/>
    <w:rsid w:val="001746BA"/>
    <w:rsid w:val="001752B4"/>
    <w:rsid w:val="00175313"/>
    <w:rsid w:val="00176362"/>
    <w:rsid w:val="00176698"/>
    <w:rsid w:val="00176B44"/>
    <w:rsid w:val="00176D52"/>
    <w:rsid w:val="0018098C"/>
    <w:rsid w:val="001838C9"/>
    <w:rsid w:val="00183C09"/>
    <w:rsid w:val="00185D83"/>
    <w:rsid w:val="00185E1D"/>
    <w:rsid w:val="00186094"/>
    <w:rsid w:val="00186AD5"/>
    <w:rsid w:val="0019107A"/>
    <w:rsid w:val="00192DBE"/>
    <w:rsid w:val="00192E2A"/>
    <w:rsid w:val="00193071"/>
    <w:rsid w:val="0019520C"/>
    <w:rsid w:val="001A1D5D"/>
    <w:rsid w:val="001A3AD0"/>
    <w:rsid w:val="001A6D9A"/>
    <w:rsid w:val="001B11CF"/>
    <w:rsid w:val="001B2185"/>
    <w:rsid w:val="001B346F"/>
    <w:rsid w:val="001B3798"/>
    <w:rsid w:val="001C07A5"/>
    <w:rsid w:val="001C0DB0"/>
    <w:rsid w:val="001C1D3A"/>
    <w:rsid w:val="001C1F91"/>
    <w:rsid w:val="001C283D"/>
    <w:rsid w:val="001C2A6B"/>
    <w:rsid w:val="001C2CFA"/>
    <w:rsid w:val="001C5274"/>
    <w:rsid w:val="001D2C8A"/>
    <w:rsid w:val="001D38AA"/>
    <w:rsid w:val="001D5174"/>
    <w:rsid w:val="001E0A43"/>
    <w:rsid w:val="001E1681"/>
    <w:rsid w:val="001E3EC8"/>
    <w:rsid w:val="001E53C4"/>
    <w:rsid w:val="001E766E"/>
    <w:rsid w:val="001F0001"/>
    <w:rsid w:val="001F128E"/>
    <w:rsid w:val="001F4700"/>
    <w:rsid w:val="001F5F19"/>
    <w:rsid w:val="001F729F"/>
    <w:rsid w:val="00201A88"/>
    <w:rsid w:val="002031C4"/>
    <w:rsid w:val="00204DEE"/>
    <w:rsid w:val="002054EE"/>
    <w:rsid w:val="0020565F"/>
    <w:rsid w:val="0020611A"/>
    <w:rsid w:val="00207784"/>
    <w:rsid w:val="002103BF"/>
    <w:rsid w:val="00211AF6"/>
    <w:rsid w:val="0021312E"/>
    <w:rsid w:val="00213841"/>
    <w:rsid w:val="00214CA6"/>
    <w:rsid w:val="002150A0"/>
    <w:rsid w:val="00215388"/>
    <w:rsid w:val="002157B3"/>
    <w:rsid w:val="00216F39"/>
    <w:rsid w:val="002216C2"/>
    <w:rsid w:val="0022585D"/>
    <w:rsid w:val="00231D87"/>
    <w:rsid w:val="002325BD"/>
    <w:rsid w:val="002329D0"/>
    <w:rsid w:val="00244910"/>
    <w:rsid w:val="00250784"/>
    <w:rsid w:val="00251BB2"/>
    <w:rsid w:val="00251D2E"/>
    <w:rsid w:val="00253584"/>
    <w:rsid w:val="00253EEA"/>
    <w:rsid w:val="00255707"/>
    <w:rsid w:val="00255C81"/>
    <w:rsid w:val="00260D52"/>
    <w:rsid w:val="00276DCC"/>
    <w:rsid w:val="002777AF"/>
    <w:rsid w:val="00277AE9"/>
    <w:rsid w:val="00285E61"/>
    <w:rsid w:val="002863CA"/>
    <w:rsid w:val="00291DF3"/>
    <w:rsid w:val="00294717"/>
    <w:rsid w:val="00294EF1"/>
    <w:rsid w:val="002954D5"/>
    <w:rsid w:val="0029741C"/>
    <w:rsid w:val="002A065E"/>
    <w:rsid w:val="002A0DF0"/>
    <w:rsid w:val="002A2F5A"/>
    <w:rsid w:val="002A37D4"/>
    <w:rsid w:val="002A4CB7"/>
    <w:rsid w:val="002A4ED9"/>
    <w:rsid w:val="002A53F2"/>
    <w:rsid w:val="002A5B19"/>
    <w:rsid w:val="002A68C0"/>
    <w:rsid w:val="002B07EA"/>
    <w:rsid w:val="002B1032"/>
    <w:rsid w:val="002B2CB0"/>
    <w:rsid w:val="002B460B"/>
    <w:rsid w:val="002B51B1"/>
    <w:rsid w:val="002B6130"/>
    <w:rsid w:val="002B64F9"/>
    <w:rsid w:val="002C1E62"/>
    <w:rsid w:val="002C2A19"/>
    <w:rsid w:val="002C4010"/>
    <w:rsid w:val="002C4F8B"/>
    <w:rsid w:val="002C620E"/>
    <w:rsid w:val="002D4050"/>
    <w:rsid w:val="002D5031"/>
    <w:rsid w:val="002E3280"/>
    <w:rsid w:val="002E3A73"/>
    <w:rsid w:val="002E5334"/>
    <w:rsid w:val="002E546F"/>
    <w:rsid w:val="002E68C6"/>
    <w:rsid w:val="002F579F"/>
    <w:rsid w:val="002F7A91"/>
    <w:rsid w:val="002F7FA9"/>
    <w:rsid w:val="003011B2"/>
    <w:rsid w:val="00307320"/>
    <w:rsid w:val="00311C24"/>
    <w:rsid w:val="00314C37"/>
    <w:rsid w:val="0032512F"/>
    <w:rsid w:val="00325B3E"/>
    <w:rsid w:val="00330EBF"/>
    <w:rsid w:val="0033285E"/>
    <w:rsid w:val="00336618"/>
    <w:rsid w:val="00341577"/>
    <w:rsid w:val="00344615"/>
    <w:rsid w:val="003464BB"/>
    <w:rsid w:val="00350138"/>
    <w:rsid w:val="003505B7"/>
    <w:rsid w:val="00351E14"/>
    <w:rsid w:val="00351F86"/>
    <w:rsid w:val="00353DB8"/>
    <w:rsid w:val="00353E3D"/>
    <w:rsid w:val="00354671"/>
    <w:rsid w:val="003558A9"/>
    <w:rsid w:val="00356964"/>
    <w:rsid w:val="00357776"/>
    <w:rsid w:val="003613DE"/>
    <w:rsid w:val="0036367E"/>
    <w:rsid w:val="003651AE"/>
    <w:rsid w:val="003736E2"/>
    <w:rsid w:val="003741FC"/>
    <w:rsid w:val="003758EB"/>
    <w:rsid w:val="00376AC0"/>
    <w:rsid w:val="00376DE2"/>
    <w:rsid w:val="00376FFA"/>
    <w:rsid w:val="003779A4"/>
    <w:rsid w:val="00377F3B"/>
    <w:rsid w:val="003827AF"/>
    <w:rsid w:val="00383FFC"/>
    <w:rsid w:val="00384B7D"/>
    <w:rsid w:val="00384DB6"/>
    <w:rsid w:val="00384E3A"/>
    <w:rsid w:val="003902E5"/>
    <w:rsid w:val="00390977"/>
    <w:rsid w:val="00392AB7"/>
    <w:rsid w:val="0039349D"/>
    <w:rsid w:val="00394679"/>
    <w:rsid w:val="003960B8"/>
    <w:rsid w:val="003A1348"/>
    <w:rsid w:val="003A32C9"/>
    <w:rsid w:val="003A5420"/>
    <w:rsid w:val="003A69CB"/>
    <w:rsid w:val="003A7019"/>
    <w:rsid w:val="003B259D"/>
    <w:rsid w:val="003B38DF"/>
    <w:rsid w:val="003B6354"/>
    <w:rsid w:val="003C4794"/>
    <w:rsid w:val="003C5803"/>
    <w:rsid w:val="003D09C9"/>
    <w:rsid w:val="003E170C"/>
    <w:rsid w:val="003E2278"/>
    <w:rsid w:val="003E2BB3"/>
    <w:rsid w:val="003E3873"/>
    <w:rsid w:val="003E3DBA"/>
    <w:rsid w:val="003E473F"/>
    <w:rsid w:val="003E47A8"/>
    <w:rsid w:val="003E793C"/>
    <w:rsid w:val="003F28DE"/>
    <w:rsid w:val="003F4450"/>
    <w:rsid w:val="003F4C15"/>
    <w:rsid w:val="0040032F"/>
    <w:rsid w:val="00407917"/>
    <w:rsid w:val="00407E79"/>
    <w:rsid w:val="00411B72"/>
    <w:rsid w:val="00413200"/>
    <w:rsid w:val="00414BF6"/>
    <w:rsid w:val="004163E5"/>
    <w:rsid w:val="00422F8F"/>
    <w:rsid w:val="00423211"/>
    <w:rsid w:val="00425411"/>
    <w:rsid w:val="004261AF"/>
    <w:rsid w:val="004271CC"/>
    <w:rsid w:val="004275B7"/>
    <w:rsid w:val="004304CE"/>
    <w:rsid w:val="00430AA3"/>
    <w:rsid w:val="00433428"/>
    <w:rsid w:val="004347CC"/>
    <w:rsid w:val="00435A84"/>
    <w:rsid w:val="0043672A"/>
    <w:rsid w:val="00442D4B"/>
    <w:rsid w:val="00444DC4"/>
    <w:rsid w:val="00445394"/>
    <w:rsid w:val="00450691"/>
    <w:rsid w:val="00451541"/>
    <w:rsid w:val="00452714"/>
    <w:rsid w:val="0045303E"/>
    <w:rsid w:val="00454B1B"/>
    <w:rsid w:val="00454DD6"/>
    <w:rsid w:val="00455671"/>
    <w:rsid w:val="00457024"/>
    <w:rsid w:val="004601A4"/>
    <w:rsid w:val="004626FD"/>
    <w:rsid w:val="00463C75"/>
    <w:rsid w:val="00464498"/>
    <w:rsid w:val="004664DA"/>
    <w:rsid w:val="0046726A"/>
    <w:rsid w:val="004709D3"/>
    <w:rsid w:val="0048182B"/>
    <w:rsid w:val="00486970"/>
    <w:rsid w:val="00486E82"/>
    <w:rsid w:val="0049260F"/>
    <w:rsid w:val="004A3835"/>
    <w:rsid w:val="004B443E"/>
    <w:rsid w:val="004C5E89"/>
    <w:rsid w:val="004C6DE0"/>
    <w:rsid w:val="004C7AAB"/>
    <w:rsid w:val="004D23AB"/>
    <w:rsid w:val="004D61CD"/>
    <w:rsid w:val="004E2C21"/>
    <w:rsid w:val="004E311E"/>
    <w:rsid w:val="004E5DCC"/>
    <w:rsid w:val="004E720C"/>
    <w:rsid w:val="004E7392"/>
    <w:rsid w:val="004E7811"/>
    <w:rsid w:val="004F0404"/>
    <w:rsid w:val="004F4EA9"/>
    <w:rsid w:val="004F5872"/>
    <w:rsid w:val="004F5AA7"/>
    <w:rsid w:val="004F5E49"/>
    <w:rsid w:val="004F6C61"/>
    <w:rsid w:val="004F73ED"/>
    <w:rsid w:val="005021F5"/>
    <w:rsid w:val="00503C6C"/>
    <w:rsid w:val="00504C09"/>
    <w:rsid w:val="00513E5A"/>
    <w:rsid w:val="005145F7"/>
    <w:rsid w:val="00524847"/>
    <w:rsid w:val="00525D38"/>
    <w:rsid w:val="0052633F"/>
    <w:rsid w:val="00533ABE"/>
    <w:rsid w:val="00537209"/>
    <w:rsid w:val="00540D02"/>
    <w:rsid w:val="00541F47"/>
    <w:rsid w:val="00550D51"/>
    <w:rsid w:val="0055186D"/>
    <w:rsid w:val="00551DDB"/>
    <w:rsid w:val="00552F99"/>
    <w:rsid w:val="00553026"/>
    <w:rsid w:val="005544E8"/>
    <w:rsid w:val="00557D79"/>
    <w:rsid w:val="005607D6"/>
    <w:rsid w:val="005614FA"/>
    <w:rsid w:val="00563130"/>
    <w:rsid w:val="005653C3"/>
    <w:rsid w:val="00565B51"/>
    <w:rsid w:val="00565C14"/>
    <w:rsid w:val="005672AE"/>
    <w:rsid w:val="005672D1"/>
    <w:rsid w:val="005708C5"/>
    <w:rsid w:val="00570E45"/>
    <w:rsid w:val="00571BFE"/>
    <w:rsid w:val="0057483C"/>
    <w:rsid w:val="00581F7B"/>
    <w:rsid w:val="00585230"/>
    <w:rsid w:val="00591EF3"/>
    <w:rsid w:val="00592C11"/>
    <w:rsid w:val="0059450E"/>
    <w:rsid w:val="005958E7"/>
    <w:rsid w:val="005A07B7"/>
    <w:rsid w:val="005A08C5"/>
    <w:rsid w:val="005A0D0F"/>
    <w:rsid w:val="005A1F31"/>
    <w:rsid w:val="005A23C9"/>
    <w:rsid w:val="005A3685"/>
    <w:rsid w:val="005A4344"/>
    <w:rsid w:val="005A5EAC"/>
    <w:rsid w:val="005A6EC6"/>
    <w:rsid w:val="005A6F67"/>
    <w:rsid w:val="005A70BC"/>
    <w:rsid w:val="005B07BB"/>
    <w:rsid w:val="005B1564"/>
    <w:rsid w:val="005B23F6"/>
    <w:rsid w:val="005B385A"/>
    <w:rsid w:val="005C29CE"/>
    <w:rsid w:val="005C330B"/>
    <w:rsid w:val="005C3C3B"/>
    <w:rsid w:val="005C5102"/>
    <w:rsid w:val="005C537E"/>
    <w:rsid w:val="005C5C7F"/>
    <w:rsid w:val="005C6405"/>
    <w:rsid w:val="005C7ECA"/>
    <w:rsid w:val="005D06AE"/>
    <w:rsid w:val="005D0C90"/>
    <w:rsid w:val="005D10BB"/>
    <w:rsid w:val="005D309C"/>
    <w:rsid w:val="005D5862"/>
    <w:rsid w:val="005D623D"/>
    <w:rsid w:val="005D68F9"/>
    <w:rsid w:val="005E0073"/>
    <w:rsid w:val="005E7FEE"/>
    <w:rsid w:val="005F0240"/>
    <w:rsid w:val="005F09C5"/>
    <w:rsid w:val="005F2253"/>
    <w:rsid w:val="005F36EF"/>
    <w:rsid w:val="00601078"/>
    <w:rsid w:val="00603F08"/>
    <w:rsid w:val="0060460D"/>
    <w:rsid w:val="006050B1"/>
    <w:rsid w:val="00605AD9"/>
    <w:rsid w:val="00605F84"/>
    <w:rsid w:val="00612C85"/>
    <w:rsid w:val="00617337"/>
    <w:rsid w:val="006205CB"/>
    <w:rsid w:val="00620A77"/>
    <w:rsid w:val="00621A51"/>
    <w:rsid w:val="00621D74"/>
    <w:rsid w:val="006232E5"/>
    <w:rsid w:val="006249AA"/>
    <w:rsid w:val="006250D1"/>
    <w:rsid w:val="006265AD"/>
    <w:rsid w:val="00627304"/>
    <w:rsid w:val="006273B0"/>
    <w:rsid w:val="00631831"/>
    <w:rsid w:val="00633EE9"/>
    <w:rsid w:val="0063421C"/>
    <w:rsid w:val="0063550C"/>
    <w:rsid w:val="0063647F"/>
    <w:rsid w:val="0064030D"/>
    <w:rsid w:val="00641DDF"/>
    <w:rsid w:val="00644C4B"/>
    <w:rsid w:val="006452DF"/>
    <w:rsid w:val="0064621B"/>
    <w:rsid w:val="006524C9"/>
    <w:rsid w:val="006558B1"/>
    <w:rsid w:val="0066110B"/>
    <w:rsid w:val="00662C3A"/>
    <w:rsid w:val="00663CF5"/>
    <w:rsid w:val="00664FC6"/>
    <w:rsid w:val="00667261"/>
    <w:rsid w:val="006720CE"/>
    <w:rsid w:val="00672389"/>
    <w:rsid w:val="006754EC"/>
    <w:rsid w:val="00677A4A"/>
    <w:rsid w:val="0068118D"/>
    <w:rsid w:val="0068136B"/>
    <w:rsid w:val="0068144B"/>
    <w:rsid w:val="00681667"/>
    <w:rsid w:val="00681B46"/>
    <w:rsid w:val="006834D9"/>
    <w:rsid w:val="00687EC5"/>
    <w:rsid w:val="00693514"/>
    <w:rsid w:val="00693515"/>
    <w:rsid w:val="00694291"/>
    <w:rsid w:val="00694BEA"/>
    <w:rsid w:val="00695E9A"/>
    <w:rsid w:val="006A0C5D"/>
    <w:rsid w:val="006A2772"/>
    <w:rsid w:val="006A36B0"/>
    <w:rsid w:val="006A3CB0"/>
    <w:rsid w:val="006A4279"/>
    <w:rsid w:val="006B3DC9"/>
    <w:rsid w:val="006B6A76"/>
    <w:rsid w:val="006B6E99"/>
    <w:rsid w:val="006B7292"/>
    <w:rsid w:val="006B73B4"/>
    <w:rsid w:val="006C03DB"/>
    <w:rsid w:val="006C0674"/>
    <w:rsid w:val="006C1CCF"/>
    <w:rsid w:val="006C2E39"/>
    <w:rsid w:val="006C5268"/>
    <w:rsid w:val="006C6CDF"/>
    <w:rsid w:val="006C732A"/>
    <w:rsid w:val="006D06F0"/>
    <w:rsid w:val="006D2417"/>
    <w:rsid w:val="006D2DA8"/>
    <w:rsid w:val="006D3001"/>
    <w:rsid w:val="006D7AF6"/>
    <w:rsid w:val="006E3818"/>
    <w:rsid w:val="006E5124"/>
    <w:rsid w:val="006E69CD"/>
    <w:rsid w:val="006E7FA0"/>
    <w:rsid w:val="006F0EED"/>
    <w:rsid w:val="006F241B"/>
    <w:rsid w:val="006F28B6"/>
    <w:rsid w:val="006F42A0"/>
    <w:rsid w:val="006F56B8"/>
    <w:rsid w:val="006F6E4C"/>
    <w:rsid w:val="00702E5D"/>
    <w:rsid w:val="0070329F"/>
    <w:rsid w:val="007043F3"/>
    <w:rsid w:val="00712B7D"/>
    <w:rsid w:val="0071358A"/>
    <w:rsid w:val="007137D2"/>
    <w:rsid w:val="00714A9F"/>
    <w:rsid w:val="00717C23"/>
    <w:rsid w:val="00721801"/>
    <w:rsid w:val="0072252F"/>
    <w:rsid w:val="0072401E"/>
    <w:rsid w:val="00726537"/>
    <w:rsid w:val="00732D64"/>
    <w:rsid w:val="0073381C"/>
    <w:rsid w:val="00733B48"/>
    <w:rsid w:val="00733E80"/>
    <w:rsid w:val="0073671A"/>
    <w:rsid w:val="00737023"/>
    <w:rsid w:val="00737B05"/>
    <w:rsid w:val="00743C4D"/>
    <w:rsid w:val="00744E7A"/>
    <w:rsid w:val="00745778"/>
    <w:rsid w:val="0075190A"/>
    <w:rsid w:val="00753627"/>
    <w:rsid w:val="00763900"/>
    <w:rsid w:val="0076431A"/>
    <w:rsid w:val="0076460F"/>
    <w:rsid w:val="00767BFD"/>
    <w:rsid w:val="00770BAE"/>
    <w:rsid w:val="00772290"/>
    <w:rsid w:val="00772C93"/>
    <w:rsid w:val="00774CF1"/>
    <w:rsid w:val="00775A81"/>
    <w:rsid w:val="00776823"/>
    <w:rsid w:val="0078004D"/>
    <w:rsid w:val="007808E6"/>
    <w:rsid w:val="00780C90"/>
    <w:rsid w:val="00782589"/>
    <w:rsid w:val="00790035"/>
    <w:rsid w:val="0079222A"/>
    <w:rsid w:val="00792316"/>
    <w:rsid w:val="00794865"/>
    <w:rsid w:val="00796026"/>
    <w:rsid w:val="007A32E0"/>
    <w:rsid w:val="007A3D38"/>
    <w:rsid w:val="007A5BCB"/>
    <w:rsid w:val="007A5D4F"/>
    <w:rsid w:val="007A6E96"/>
    <w:rsid w:val="007B78F0"/>
    <w:rsid w:val="007C220E"/>
    <w:rsid w:val="007C430D"/>
    <w:rsid w:val="007D45A8"/>
    <w:rsid w:val="007D5C5D"/>
    <w:rsid w:val="007E026A"/>
    <w:rsid w:val="007E24E7"/>
    <w:rsid w:val="007E49FF"/>
    <w:rsid w:val="007E4CA3"/>
    <w:rsid w:val="007E651E"/>
    <w:rsid w:val="007E708E"/>
    <w:rsid w:val="007F02A1"/>
    <w:rsid w:val="007F055B"/>
    <w:rsid w:val="007F0978"/>
    <w:rsid w:val="007F399B"/>
    <w:rsid w:val="007F40E0"/>
    <w:rsid w:val="007F6F35"/>
    <w:rsid w:val="00800A4E"/>
    <w:rsid w:val="00800B31"/>
    <w:rsid w:val="00803C6E"/>
    <w:rsid w:val="00804604"/>
    <w:rsid w:val="00805062"/>
    <w:rsid w:val="00811383"/>
    <w:rsid w:val="00812DE2"/>
    <w:rsid w:val="00812E84"/>
    <w:rsid w:val="00815053"/>
    <w:rsid w:val="00817486"/>
    <w:rsid w:val="008243E1"/>
    <w:rsid w:val="008250EA"/>
    <w:rsid w:val="00832DA2"/>
    <w:rsid w:val="00837BD3"/>
    <w:rsid w:val="00837D0A"/>
    <w:rsid w:val="008413D7"/>
    <w:rsid w:val="00845852"/>
    <w:rsid w:val="00845966"/>
    <w:rsid w:val="008462D7"/>
    <w:rsid w:val="00850FEA"/>
    <w:rsid w:val="00852818"/>
    <w:rsid w:val="00855B73"/>
    <w:rsid w:val="0085644A"/>
    <w:rsid w:val="008605A6"/>
    <w:rsid w:val="00862E1D"/>
    <w:rsid w:val="00864295"/>
    <w:rsid w:val="00866B8E"/>
    <w:rsid w:val="008703D9"/>
    <w:rsid w:val="008710BF"/>
    <w:rsid w:val="00871A87"/>
    <w:rsid w:val="0087310C"/>
    <w:rsid w:val="00873E89"/>
    <w:rsid w:val="00873F4F"/>
    <w:rsid w:val="00875149"/>
    <w:rsid w:val="00876560"/>
    <w:rsid w:val="00876D6D"/>
    <w:rsid w:val="00876F46"/>
    <w:rsid w:val="00877EE7"/>
    <w:rsid w:val="008814DB"/>
    <w:rsid w:val="00881BC9"/>
    <w:rsid w:val="00881E96"/>
    <w:rsid w:val="0088366C"/>
    <w:rsid w:val="008849A0"/>
    <w:rsid w:val="00886C0A"/>
    <w:rsid w:val="00887B24"/>
    <w:rsid w:val="00887BC6"/>
    <w:rsid w:val="00890663"/>
    <w:rsid w:val="00891C56"/>
    <w:rsid w:val="00894296"/>
    <w:rsid w:val="00894C65"/>
    <w:rsid w:val="008954F8"/>
    <w:rsid w:val="00895F2A"/>
    <w:rsid w:val="00896E40"/>
    <w:rsid w:val="00896EB6"/>
    <w:rsid w:val="008A2A4E"/>
    <w:rsid w:val="008A2B62"/>
    <w:rsid w:val="008A3822"/>
    <w:rsid w:val="008A3E3E"/>
    <w:rsid w:val="008B6699"/>
    <w:rsid w:val="008B72A2"/>
    <w:rsid w:val="008C0524"/>
    <w:rsid w:val="008C5694"/>
    <w:rsid w:val="008C5B34"/>
    <w:rsid w:val="008C5CDF"/>
    <w:rsid w:val="008D4ADB"/>
    <w:rsid w:val="008D7710"/>
    <w:rsid w:val="008D7BE5"/>
    <w:rsid w:val="008E09CA"/>
    <w:rsid w:val="008E0AD1"/>
    <w:rsid w:val="008E73D4"/>
    <w:rsid w:val="008E770A"/>
    <w:rsid w:val="008F06B2"/>
    <w:rsid w:val="008F113E"/>
    <w:rsid w:val="008F134A"/>
    <w:rsid w:val="00903415"/>
    <w:rsid w:val="0090346D"/>
    <w:rsid w:val="009039C0"/>
    <w:rsid w:val="00905683"/>
    <w:rsid w:val="00906096"/>
    <w:rsid w:val="00906548"/>
    <w:rsid w:val="0091089D"/>
    <w:rsid w:val="009116FD"/>
    <w:rsid w:val="00912F61"/>
    <w:rsid w:val="0092028F"/>
    <w:rsid w:val="0092100C"/>
    <w:rsid w:val="00922586"/>
    <w:rsid w:val="009227CB"/>
    <w:rsid w:val="00923776"/>
    <w:rsid w:val="009255CA"/>
    <w:rsid w:val="009266EB"/>
    <w:rsid w:val="009274D3"/>
    <w:rsid w:val="0092790F"/>
    <w:rsid w:val="00930CF3"/>
    <w:rsid w:val="00931371"/>
    <w:rsid w:val="009313A2"/>
    <w:rsid w:val="00932622"/>
    <w:rsid w:val="00933C6F"/>
    <w:rsid w:val="00935741"/>
    <w:rsid w:val="00937A54"/>
    <w:rsid w:val="009440F7"/>
    <w:rsid w:val="0095519F"/>
    <w:rsid w:val="00955C92"/>
    <w:rsid w:val="009665D4"/>
    <w:rsid w:val="00974710"/>
    <w:rsid w:val="00974B76"/>
    <w:rsid w:val="00974C10"/>
    <w:rsid w:val="00980A4A"/>
    <w:rsid w:val="00980E57"/>
    <w:rsid w:val="00981C8F"/>
    <w:rsid w:val="00981D4C"/>
    <w:rsid w:val="00983568"/>
    <w:rsid w:val="00984A10"/>
    <w:rsid w:val="00986A13"/>
    <w:rsid w:val="00990510"/>
    <w:rsid w:val="00992CA6"/>
    <w:rsid w:val="00994AA8"/>
    <w:rsid w:val="00997ED8"/>
    <w:rsid w:val="009A7D88"/>
    <w:rsid w:val="009B4EDE"/>
    <w:rsid w:val="009B6256"/>
    <w:rsid w:val="009B6DA0"/>
    <w:rsid w:val="009C0BF3"/>
    <w:rsid w:val="009C1C2D"/>
    <w:rsid w:val="009C2ABF"/>
    <w:rsid w:val="009C2EAE"/>
    <w:rsid w:val="009C416D"/>
    <w:rsid w:val="009C5852"/>
    <w:rsid w:val="009C6F9C"/>
    <w:rsid w:val="009D199B"/>
    <w:rsid w:val="009D40E9"/>
    <w:rsid w:val="009D67B3"/>
    <w:rsid w:val="009D6F9D"/>
    <w:rsid w:val="009E0761"/>
    <w:rsid w:val="009E4F41"/>
    <w:rsid w:val="009E7968"/>
    <w:rsid w:val="009F02B3"/>
    <w:rsid w:val="009F07C9"/>
    <w:rsid w:val="009F1B09"/>
    <w:rsid w:val="009F3B66"/>
    <w:rsid w:val="009F4825"/>
    <w:rsid w:val="009F6CF9"/>
    <w:rsid w:val="009F7344"/>
    <w:rsid w:val="00A011EF"/>
    <w:rsid w:val="00A04DCF"/>
    <w:rsid w:val="00A10BB0"/>
    <w:rsid w:val="00A11D7D"/>
    <w:rsid w:val="00A12C9A"/>
    <w:rsid w:val="00A13BAC"/>
    <w:rsid w:val="00A155AD"/>
    <w:rsid w:val="00A15A84"/>
    <w:rsid w:val="00A16AC0"/>
    <w:rsid w:val="00A16E74"/>
    <w:rsid w:val="00A209C1"/>
    <w:rsid w:val="00A210FD"/>
    <w:rsid w:val="00A21AD1"/>
    <w:rsid w:val="00A22CF7"/>
    <w:rsid w:val="00A23CC8"/>
    <w:rsid w:val="00A354AA"/>
    <w:rsid w:val="00A36E15"/>
    <w:rsid w:val="00A372F2"/>
    <w:rsid w:val="00A375EF"/>
    <w:rsid w:val="00A40D6E"/>
    <w:rsid w:val="00A411E6"/>
    <w:rsid w:val="00A41619"/>
    <w:rsid w:val="00A43197"/>
    <w:rsid w:val="00A45BF9"/>
    <w:rsid w:val="00A479B1"/>
    <w:rsid w:val="00A545CD"/>
    <w:rsid w:val="00A55148"/>
    <w:rsid w:val="00A5668A"/>
    <w:rsid w:val="00A623CA"/>
    <w:rsid w:val="00A634EB"/>
    <w:rsid w:val="00A6361E"/>
    <w:rsid w:val="00A66D4E"/>
    <w:rsid w:val="00A7232E"/>
    <w:rsid w:val="00A72435"/>
    <w:rsid w:val="00A7292C"/>
    <w:rsid w:val="00A7759C"/>
    <w:rsid w:val="00A8279C"/>
    <w:rsid w:val="00A83441"/>
    <w:rsid w:val="00A8355A"/>
    <w:rsid w:val="00A85866"/>
    <w:rsid w:val="00A9030F"/>
    <w:rsid w:val="00A91BFE"/>
    <w:rsid w:val="00AA17C2"/>
    <w:rsid w:val="00AA210A"/>
    <w:rsid w:val="00AA22F3"/>
    <w:rsid w:val="00AA2689"/>
    <w:rsid w:val="00AA4066"/>
    <w:rsid w:val="00AA74AB"/>
    <w:rsid w:val="00AB143E"/>
    <w:rsid w:val="00AB1E36"/>
    <w:rsid w:val="00AB6C5B"/>
    <w:rsid w:val="00AC1B31"/>
    <w:rsid w:val="00AC2CC9"/>
    <w:rsid w:val="00AC4B4D"/>
    <w:rsid w:val="00AD2077"/>
    <w:rsid w:val="00AD4E05"/>
    <w:rsid w:val="00AD6AF2"/>
    <w:rsid w:val="00AE03CC"/>
    <w:rsid w:val="00AE0F85"/>
    <w:rsid w:val="00AE1DE0"/>
    <w:rsid w:val="00AE1EBB"/>
    <w:rsid w:val="00AE2AB1"/>
    <w:rsid w:val="00AE2D58"/>
    <w:rsid w:val="00AE2F57"/>
    <w:rsid w:val="00AE564A"/>
    <w:rsid w:val="00AE6A8A"/>
    <w:rsid w:val="00AE78F8"/>
    <w:rsid w:val="00AF42EB"/>
    <w:rsid w:val="00AF6761"/>
    <w:rsid w:val="00AF6B42"/>
    <w:rsid w:val="00B00A20"/>
    <w:rsid w:val="00B027D3"/>
    <w:rsid w:val="00B028EA"/>
    <w:rsid w:val="00B02CF2"/>
    <w:rsid w:val="00B048F5"/>
    <w:rsid w:val="00B062E8"/>
    <w:rsid w:val="00B10E96"/>
    <w:rsid w:val="00B10EC9"/>
    <w:rsid w:val="00B134E1"/>
    <w:rsid w:val="00B148AD"/>
    <w:rsid w:val="00B172A1"/>
    <w:rsid w:val="00B226B8"/>
    <w:rsid w:val="00B2311B"/>
    <w:rsid w:val="00B252E8"/>
    <w:rsid w:val="00B25486"/>
    <w:rsid w:val="00B3339F"/>
    <w:rsid w:val="00B33538"/>
    <w:rsid w:val="00B34E0D"/>
    <w:rsid w:val="00B3628D"/>
    <w:rsid w:val="00B4000F"/>
    <w:rsid w:val="00B41606"/>
    <w:rsid w:val="00B4265E"/>
    <w:rsid w:val="00B43AC5"/>
    <w:rsid w:val="00B45C7C"/>
    <w:rsid w:val="00B47E5A"/>
    <w:rsid w:val="00B50A0B"/>
    <w:rsid w:val="00B519F7"/>
    <w:rsid w:val="00B52A9E"/>
    <w:rsid w:val="00B54F66"/>
    <w:rsid w:val="00B55990"/>
    <w:rsid w:val="00B560D8"/>
    <w:rsid w:val="00B562A7"/>
    <w:rsid w:val="00B56846"/>
    <w:rsid w:val="00B57DD0"/>
    <w:rsid w:val="00B608F7"/>
    <w:rsid w:val="00B648AD"/>
    <w:rsid w:val="00B64ADF"/>
    <w:rsid w:val="00B653BD"/>
    <w:rsid w:val="00B65564"/>
    <w:rsid w:val="00B65679"/>
    <w:rsid w:val="00B708B8"/>
    <w:rsid w:val="00B71D84"/>
    <w:rsid w:val="00B729A4"/>
    <w:rsid w:val="00B75C9F"/>
    <w:rsid w:val="00B80ED3"/>
    <w:rsid w:val="00B80F15"/>
    <w:rsid w:val="00B8195C"/>
    <w:rsid w:val="00B83825"/>
    <w:rsid w:val="00B83E4A"/>
    <w:rsid w:val="00B857C5"/>
    <w:rsid w:val="00B86D21"/>
    <w:rsid w:val="00B91D9E"/>
    <w:rsid w:val="00B96877"/>
    <w:rsid w:val="00B96968"/>
    <w:rsid w:val="00B96FFA"/>
    <w:rsid w:val="00BA05B9"/>
    <w:rsid w:val="00BA0EBE"/>
    <w:rsid w:val="00BA1E9D"/>
    <w:rsid w:val="00BA4454"/>
    <w:rsid w:val="00BA4D5C"/>
    <w:rsid w:val="00BA5064"/>
    <w:rsid w:val="00BA7CFB"/>
    <w:rsid w:val="00BA7F16"/>
    <w:rsid w:val="00BB34D2"/>
    <w:rsid w:val="00BB38D0"/>
    <w:rsid w:val="00BC0066"/>
    <w:rsid w:val="00BC148C"/>
    <w:rsid w:val="00BC6455"/>
    <w:rsid w:val="00BC68E9"/>
    <w:rsid w:val="00BD08DC"/>
    <w:rsid w:val="00BD18B0"/>
    <w:rsid w:val="00BD5E0E"/>
    <w:rsid w:val="00BE0E20"/>
    <w:rsid w:val="00BE1093"/>
    <w:rsid w:val="00BE1142"/>
    <w:rsid w:val="00BF07E6"/>
    <w:rsid w:val="00BF16B4"/>
    <w:rsid w:val="00BF3680"/>
    <w:rsid w:val="00BF3E61"/>
    <w:rsid w:val="00C0095E"/>
    <w:rsid w:val="00C00CEF"/>
    <w:rsid w:val="00C01965"/>
    <w:rsid w:val="00C03610"/>
    <w:rsid w:val="00C04B66"/>
    <w:rsid w:val="00C055FF"/>
    <w:rsid w:val="00C064F9"/>
    <w:rsid w:val="00C06B6D"/>
    <w:rsid w:val="00C078F8"/>
    <w:rsid w:val="00C07BD6"/>
    <w:rsid w:val="00C10E3E"/>
    <w:rsid w:val="00C14446"/>
    <w:rsid w:val="00C2158C"/>
    <w:rsid w:val="00C22F97"/>
    <w:rsid w:val="00C24945"/>
    <w:rsid w:val="00C25933"/>
    <w:rsid w:val="00C2678C"/>
    <w:rsid w:val="00C327F0"/>
    <w:rsid w:val="00C351F4"/>
    <w:rsid w:val="00C40194"/>
    <w:rsid w:val="00C47B83"/>
    <w:rsid w:val="00C47C37"/>
    <w:rsid w:val="00C51512"/>
    <w:rsid w:val="00C51C81"/>
    <w:rsid w:val="00C51D91"/>
    <w:rsid w:val="00C62BDC"/>
    <w:rsid w:val="00C65A23"/>
    <w:rsid w:val="00C67546"/>
    <w:rsid w:val="00C67DB5"/>
    <w:rsid w:val="00C70254"/>
    <w:rsid w:val="00C71636"/>
    <w:rsid w:val="00C74994"/>
    <w:rsid w:val="00C74F75"/>
    <w:rsid w:val="00C75E45"/>
    <w:rsid w:val="00C80CED"/>
    <w:rsid w:val="00C816B6"/>
    <w:rsid w:val="00C81B5C"/>
    <w:rsid w:val="00C8375D"/>
    <w:rsid w:val="00C86106"/>
    <w:rsid w:val="00C87C50"/>
    <w:rsid w:val="00C91C52"/>
    <w:rsid w:val="00C93482"/>
    <w:rsid w:val="00CA047E"/>
    <w:rsid w:val="00CA7F9E"/>
    <w:rsid w:val="00CB065C"/>
    <w:rsid w:val="00CB0AD4"/>
    <w:rsid w:val="00CB11B3"/>
    <w:rsid w:val="00CB1B94"/>
    <w:rsid w:val="00CB25B5"/>
    <w:rsid w:val="00CB2664"/>
    <w:rsid w:val="00CB5651"/>
    <w:rsid w:val="00CB5B28"/>
    <w:rsid w:val="00CB72B6"/>
    <w:rsid w:val="00CC06FD"/>
    <w:rsid w:val="00CC0EB1"/>
    <w:rsid w:val="00CC1F3E"/>
    <w:rsid w:val="00CC2E5F"/>
    <w:rsid w:val="00CC3C7C"/>
    <w:rsid w:val="00CC3CD6"/>
    <w:rsid w:val="00CC6D43"/>
    <w:rsid w:val="00CD4DEC"/>
    <w:rsid w:val="00CD5317"/>
    <w:rsid w:val="00CD56A3"/>
    <w:rsid w:val="00CD5B5D"/>
    <w:rsid w:val="00CE0213"/>
    <w:rsid w:val="00CE0F2F"/>
    <w:rsid w:val="00CE1336"/>
    <w:rsid w:val="00CE2109"/>
    <w:rsid w:val="00CE2544"/>
    <w:rsid w:val="00CF00E5"/>
    <w:rsid w:val="00CF1731"/>
    <w:rsid w:val="00CF1EC2"/>
    <w:rsid w:val="00CF326F"/>
    <w:rsid w:val="00CF516B"/>
    <w:rsid w:val="00CF591D"/>
    <w:rsid w:val="00CF5971"/>
    <w:rsid w:val="00D00266"/>
    <w:rsid w:val="00D00BF4"/>
    <w:rsid w:val="00D01CEA"/>
    <w:rsid w:val="00D11C7B"/>
    <w:rsid w:val="00D1221A"/>
    <w:rsid w:val="00D13152"/>
    <w:rsid w:val="00D1497F"/>
    <w:rsid w:val="00D14AB1"/>
    <w:rsid w:val="00D154D2"/>
    <w:rsid w:val="00D17639"/>
    <w:rsid w:val="00D23D68"/>
    <w:rsid w:val="00D26C01"/>
    <w:rsid w:val="00D27EF9"/>
    <w:rsid w:val="00D348A7"/>
    <w:rsid w:val="00D3541E"/>
    <w:rsid w:val="00D4518A"/>
    <w:rsid w:val="00D4574C"/>
    <w:rsid w:val="00D50FE8"/>
    <w:rsid w:val="00D52E5B"/>
    <w:rsid w:val="00D5438A"/>
    <w:rsid w:val="00D556F9"/>
    <w:rsid w:val="00D55EAE"/>
    <w:rsid w:val="00D57C58"/>
    <w:rsid w:val="00D57E79"/>
    <w:rsid w:val="00D60681"/>
    <w:rsid w:val="00D61D25"/>
    <w:rsid w:val="00D629E5"/>
    <w:rsid w:val="00D62A9D"/>
    <w:rsid w:val="00D62D60"/>
    <w:rsid w:val="00D647F7"/>
    <w:rsid w:val="00D663C7"/>
    <w:rsid w:val="00D70FBC"/>
    <w:rsid w:val="00D712D2"/>
    <w:rsid w:val="00D71581"/>
    <w:rsid w:val="00D7296A"/>
    <w:rsid w:val="00D748B3"/>
    <w:rsid w:val="00D83908"/>
    <w:rsid w:val="00D84C52"/>
    <w:rsid w:val="00D84DC1"/>
    <w:rsid w:val="00D85BDF"/>
    <w:rsid w:val="00D87B54"/>
    <w:rsid w:val="00D87EAC"/>
    <w:rsid w:val="00D97390"/>
    <w:rsid w:val="00D97FF0"/>
    <w:rsid w:val="00DA02DD"/>
    <w:rsid w:val="00DA2CBF"/>
    <w:rsid w:val="00DA4345"/>
    <w:rsid w:val="00DA62B6"/>
    <w:rsid w:val="00DB13B2"/>
    <w:rsid w:val="00DB2B36"/>
    <w:rsid w:val="00DB696D"/>
    <w:rsid w:val="00DC0B13"/>
    <w:rsid w:val="00DC0F11"/>
    <w:rsid w:val="00DC463E"/>
    <w:rsid w:val="00DC57C7"/>
    <w:rsid w:val="00DC58C5"/>
    <w:rsid w:val="00DC7017"/>
    <w:rsid w:val="00DD194E"/>
    <w:rsid w:val="00DD205B"/>
    <w:rsid w:val="00DD226D"/>
    <w:rsid w:val="00DD6284"/>
    <w:rsid w:val="00DD6DBD"/>
    <w:rsid w:val="00DE1CC4"/>
    <w:rsid w:val="00DE26A1"/>
    <w:rsid w:val="00DE2B5B"/>
    <w:rsid w:val="00DE30A5"/>
    <w:rsid w:val="00DE7A3F"/>
    <w:rsid w:val="00DE7DCC"/>
    <w:rsid w:val="00DF0CD2"/>
    <w:rsid w:val="00DF2C4E"/>
    <w:rsid w:val="00DF3049"/>
    <w:rsid w:val="00DF3DAE"/>
    <w:rsid w:val="00DF4AC5"/>
    <w:rsid w:val="00DF4D89"/>
    <w:rsid w:val="00DF6302"/>
    <w:rsid w:val="00DF6777"/>
    <w:rsid w:val="00DF7030"/>
    <w:rsid w:val="00DF72A8"/>
    <w:rsid w:val="00E048ED"/>
    <w:rsid w:val="00E066A0"/>
    <w:rsid w:val="00E067FF"/>
    <w:rsid w:val="00E102A6"/>
    <w:rsid w:val="00E15FA1"/>
    <w:rsid w:val="00E17507"/>
    <w:rsid w:val="00E2180A"/>
    <w:rsid w:val="00E22EC4"/>
    <w:rsid w:val="00E22F72"/>
    <w:rsid w:val="00E30EFE"/>
    <w:rsid w:val="00E34B76"/>
    <w:rsid w:val="00E41D43"/>
    <w:rsid w:val="00E43158"/>
    <w:rsid w:val="00E442A3"/>
    <w:rsid w:val="00E5037D"/>
    <w:rsid w:val="00E51367"/>
    <w:rsid w:val="00E51B1F"/>
    <w:rsid w:val="00E52F69"/>
    <w:rsid w:val="00E54885"/>
    <w:rsid w:val="00E56FB1"/>
    <w:rsid w:val="00E5713A"/>
    <w:rsid w:val="00E61533"/>
    <w:rsid w:val="00E62416"/>
    <w:rsid w:val="00E6352D"/>
    <w:rsid w:val="00E63A11"/>
    <w:rsid w:val="00E70C50"/>
    <w:rsid w:val="00E7296B"/>
    <w:rsid w:val="00E72C78"/>
    <w:rsid w:val="00E741B2"/>
    <w:rsid w:val="00E76F0E"/>
    <w:rsid w:val="00E87418"/>
    <w:rsid w:val="00E878BB"/>
    <w:rsid w:val="00E97452"/>
    <w:rsid w:val="00EA0775"/>
    <w:rsid w:val="00EA7984"/>
    <w:rsid w:val="00EA7DFE"/>
    <w:rsid w:val="00EB0A7F"/>
    <w:rsid w:val="00EB1E8B"/>
    <w:rsid w:val="00EB40E4"/>
    <w:rsid w:val="00EB626A"/>
    <w:rsid w:val="00EC0D86"/>
    <w:rsid w:val="00EC13E1"/>
    <w:rsid w:val="00EC2086"/>
    <w:rsid w:val="00EC251F"/>
    <w:rsid w:val="00EC5774"/>
    <w:rsid w:val="00EC57EC"/>
    <w:rsid w:val="00EC601B"/>
    <w:rsid w:val="00EC729E"/>
    <w:rsid w:val="00EC7D5A"/>
    <w:rsid w:val="00ED0DB0"/>
    <w:rsid w:val="00ED141F"/>
    <w:rsid w:val="00ED2BC7"/>
    <w:rsid w:val="00ED2EB5"/>
    <w:rsid w:val="00ED3218"/>
    <w:rsid w:val="00ED5AE2"/>
    <w:rsid w:val="00ED7E24"/>
    <w:rsid w:val="00EE6097"/>
    <w:rsid w:val="00EF12CD"/>
    <w:rsid w:val="00EF2EED"/>
    <w:rsid w:val="00EF7510"/>
    <w:rsid w:val="00F00BE3"/>
    <w:rsid w:val="00F017B5"/>
    <w:rsid w:val="00F01AC1"/>
    <w:rsid w:val="00F02FC4"/>
    <w:rsid w:val="00F05FE2"/>
    <w:rsid w:val="00F064D9"/>
    <w:rsid w:val="00F074E9"/>
    <w:rsid w:val="00F10655"/>
    <w:rsid w:val="00F133B2"/>
    <w:rsid w:val="00F13ED7"/>
    <w:rsid w:val="00F159DB"/>
    <w:rsid w:val="00F208FE"/>
    <w:rsid w:val="00F2247E"/>
    <w:rsid w:val="00F236CB"/>
    <w:rsid w:val="00F23C73"/>
    <w:rsid w:val="00F24032"/>
    <w:rsid w:val="00F247B8"/>
    <w:rsid w:val="00F24A49"/>
    <w:rsid w:val="00F27F1D"/>
    <w:rsid w:val="00F31927"/>
    <w:rsid w:val="00F33A26"/>
    <w:rsid w:val="00F35568"/>
    <w:rsid w:val="00F35E2C"/>
    <w:rsid w:val="00F412AA"/>
    <w:rsid w:val="00F464E7"/>
    <w:rsid w:val="00F5108F"/>
    <w:rsid w:val="00F57FA8"/>
    <w:rsid w:val="00F60166"/>
    <w:rsid w:val="00F60989"/>
    <w:rsid w:val="00F626E3"/>
    <w:rsid w:val="00F67849"/>
    <w:rsid w:val="00F70B63"/>
    <w:rsid w:val="00F74F4B"/>
    <w:rsid w:val="00F7635E"/>
    <w:rsid w:val="00F810DB"/>
    <w:rsid w:val="00F9091B"/>
    <w:rsid w:val="00F91F30"/>
    <w:rsid w:val="00F9423A"/>
    <w:rsid w:val="00F9597C"/>
    <w:rsid w:val="00F972C3"/>
    <w:rsid w:val="00F973B4"/>
    <w:rsid w:val="00FA05CF"/>
    <w:rsid w:val="00FA0B44"/>
    <w:rsid w:val="00FA4176"/>
    <w:rsid w:val="00FA6537"/>
    <w:rsid w:val="00FA681C"/>
    <w:rsid w:val="00FB1A21"/>
    <w:rsid w:val="00FB25D2"/>
    <w:rsid w:val="00FB6BD3"/>
    <w:rsid w:val="00FC66F1"/>
    <w:rsid w:val="00FC70D1"/>
    <w:rsid w:val="00FD1D85"/>
    <w:rsid w:val="00FD363F"/>
    <w:rsid w:val="00FD751A"/>
    <w:rsid w:val="00FE1388"/>
    <w:rsid w:val="00FE51A5"/>
    <w:rsid w:val="00FE6511"/>
    <w:rsid w:val="00FE6AFC"/>
    <w:rsid w:val="00FE6DCB"/>
    <w:rsid w:val="00FF06A2"/>
    <w:rsid w:val="00FF42EA"/>
    <w:rsid w:val="00FF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2C4E"/>
    <w:rPr>
      <w:rFonts w:ascii="Arial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6241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basedOn w:val="Standardnpsmoodstavce"/>
    <w:link w:val="Zpat"/>
    <w:uiPriority w:val="99"/>
    <w:locked/>
    <w:rsid w:val="00D61D25"/>
    <w:rPr>
      <w:rFonts w:ascii="Arial" w:hAnsi="Arial"/>
      <w:sz w:val="24"/>
    </w:rPr>
  </w:style>
  <w:style w:type="character" w:styleId="slostrnky">
    <w:name w:val="page number"/>
    <w:basedOn w:val="Standardnpsmoodstavce"/>
    <w:uiPriority w:val="99"/>
    <w:rsid w:val="00E62416"/>
    <w:rPr>
      <w:rFonts w:cs="Times New Roman"/>
    </w:rPr>
  </w:style>
  <w:style w:type="paragraph" w:styleId="Zhlav">
    <w:name w:val="header"/>
    <w:basedOn w:val="Normln"/>
    <w:link w:val="ZhlavChar"/>
    <w:uiPriority w:val="99"/>
    <w:rsid w:val="00A636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339F1"/>
    <w:rPr>
      <w:rFonts w:ascii="Arial" w:hAnsi="Arial" w:cs="Arial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A15A84"/>
    <w:pPr>
      <w:ind w:left="708"/>
    </w:pPr>
  </w:style>
  <w:style w:type="paragraph" w:styleId="Textbubliny">
    <w:name w:val="Balloon Text"/>
    <w:basedOn w:val="Normln"/>
    <w:link w:val="TextbublinyChar"/>
    <w:uiPriority w:val="99"/>
    <w:rsid w:val="00CE21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CE2109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CF591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E339F1"/>
    <w:rPr>
      <w:rFonts w:cs="Arial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93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454</Characters>
  <Application>Microsoft Office Word</Application>
  <DocSecurity>0</DocSecurity>
  <Lines>3</Lines>
  <Paragraphs>1</Paragraphs>
  <ScaleCrop>false</ScaleCrop>
  <Company>MPSV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chovancovap</dc:creator>
  <cp:keywords/>
  <dc:description/>
  <cp:lastModifiedBy>Mgr. Martina Strnádková (SM)</cp:lastModifiedBy>
  <cp:revision>4</cp:revision>
  <dcterms:created xsi:type="dcterms:W3CDTF">2013-07-03T16:27:00Z</dcterms:created>
  <dcterms:modified xsi:type="dcterms:W3CDTF">2013-07-09T06:03:00Z</dcterms:modified>
</cp:coreProperties>
</file>