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09" w:rsidRPr="00E61533" w:rsidRDefault="00BF5C09" w:rsidP="00A15A84">
      <w:pPr>
        <w:rPr>
          <w:b/>
          <w:sz w:val="22"/>
          <w:szCs w:val="22"/>
        </w:rPr>
      </w:pPr>
      <w:bookmarkStart w:id="0" w:name="_GoBack"/>
      <w:bookmarkEnd w:id="0"/>
      <w:r w:rsidRPr="00E61533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říloha č. 3</w:t>
      </w:r>
      <w:r w:rsidRPr="00E6153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 zadávací dokumentaci</w:t>
      </w:r>
    </w:p>
    <w:p w:rsidR="00BF5C09" w:rsidRDefault="00BF5C09" w:rsidP="00DF2C4E"/>
    <w:p w:rsidR="00BF5C09" w:rsidRDefault="00BF5C09" w:rsidP="00DF2C4E"/>
    <w:p w:rsidR="00BF5C09" w:rsidRDefault="00BF5C09" w:rsidP="00DF2C4E"/>
    <w:p w:rsidR="00BF5C09" w:rsidRDefault="00BF5C09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:rsidR="00BF5C09" w:rsidRDefault="00BF5C09" w:rsidP="00C853C2">
      <w:pPr>
        <w:jc w:val="center"/>
        <w:outlineLvl w:val="0"/>
        <w:rPr>
          <w:b/>
          <w:sz w:val="28"/>
          <w:szCs w:val="28"/>
        </w:rPr>
      </w:pPr>
      <w:r w:rsidRPr="00A11126">
        <w:rPr>
          <w:b/>
          <w:sz w:val="28"/>
          <w:szCs w:val="28"/>
        </w:rPr>
        <w:t>o splnění základních kvalifikačních předpokladů</w:t>
      </w:r>
    </w:p>
    <w:p w:rsidR="00BF5C09" w:rsidRPr="00F770F4" w:rsidRDefault="00BF5C09" w:rsidP="00F770F4">
      <w:pPr>
        <w:jc w:val="center"/>
      </w:pPr>
      <w:r w:rsidRPr="00F770F4">
        <w:t>dle § 53, odst.1, písm. a) až k) zákona 137/2006 Sb.</w:t>
      </w:r>
    </w:p>
    <w:p w:rsidR="00BF5C09" w:rsidRPr="00A15A84" w:rsidRDefault="00BF5C09" w:rsidP="00C853C2">
      <w:pPr>
        <w:jc w:val="center"/>
        <w:outlineLvl w:val="0"/>
        <w:rPr>
          <w:b/>
          <w:sz w:val="28"/>
          <w:szCs w:val="28"/>
        </w:rPr>
      </w:pPr>
    </w:p>
    <w:p w:rsidR="00BF5C09" w:rsidRDefault="00BF5C09" w:rsidP="001A4B5D"/>
    <w:p w:rsidR="00BF5C09" w:rsidRDefault="00BF5C09" w:rsidP="001A4B5D"/>
    <w:p w:rsidR="00BF5C09" w:rsidRDefault="00BF5C09" w:rsidP="001A4B5D"/>
    <w:p w:rsidR="00BF5C09" w:rsidRDefault="00BF5C09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……………………………………………………….</w:t>
      </w:r>
      <w:r>
        <w:rPr>
          <w:sz w:val="22"/>
          <w:szCs w:val="22"/>
        </w:rPr>
        <w:t>.</w:t>
      </w:r>
    </w:p>
    <w:p w:rsidR="00BF5C09" w:rsidRPr="006720CE" w:rsidRDefault="00BF5C09" w:rsidP="00DF2C4E">
      <w:pPr>
        <w:spacing w:line="360" w:lineRule="auto"/>
        <w:rPr>
          <w:sz w:val="22"/>
          <w:szCs w:val="22"/>
        </w:rPr>
      </w:pPr>
    </w:p>
    <w:p w:rsidR="00BF5C09" w:rsidRDefault="00BF5C09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………………………………………………………..</w:t>
      </w:r>
      <w:r>
        <w:rPr>
          <w:sz w:val="22"/>
          <w:szCs w:val="22"/>
        </w:rPr>
        <w:t>.</w:t>
      </w:r>
    </w:p>
    <w:p w:rsidR="00BF5C09" w:rsidRPr="006720CE" w:rsidRDefault="00BF5C09" w:rsidP="00DF2C4E">
      <w:pPr>
        <w:spacing w:line="360" w:lineRule="auto"/>
        <w:rPr>
          <w:sz w:val="22"/>
          <w:szCs w:val="22"/>
        </w:rPr>
      </w:pPr>
    </w:p>
    <w:p w:rsidR="00BF5C09" w:rsidRPr="006720CE" w:rsidRDefault="00BF5C09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</w:t>
      </w:r>
      <w:r>
        <w:rPr>
          <w:sz w:val="22"/>
          <w:szCs w:val="22"/>
        </w:rPr>
        <w:t>...</w:t>
      </w:r>
    </w:p>
    <w:p w:rsidR="00BF5C09" w:rsidRPr="006720CE" w:rsidRDefault="00BF5C09" w:rsidP="00DF2C4E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2"/>
          <w:szCs w:val="22"/>
        </w:rPr>
      </w:pPr>
    </w:p>
    <w:p w:rsidR="00BF5C09" w:rsidRDefault="00BF5C09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F5C09" w:rsidRPr="00077AF9" w:rsidRDefault="00BF5C09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77AF9">
        <w:rPr>
          <w:color w:val="000000"/>
          <w:sz w:val="20"/>
          <w:szCs w:val="20"/>
        </w:rPr>
        <w:t>Níže podepsaný uchazeč o veřejnou zakázku</w:t>
      </w:r>
      <w:r>
        <w:rPr>
          <w:color w:val="000000"/>
          <w:sz w:val="20"/>
          <w:szCs w:val="20"/>
        </w:rPr>
        <w:t xml:space="preserve"> </w:t>
      </w:r>
      <w:r w:rsidRPr="00B025A8">
        <w:rPr>
          <w:b/>
          <w:color w:val="000000"/>
          <w:sz w:val="20"/>
          <w:szCs w:val="20"/>
        </w:rPr>
        <w:t>„Výběr TDI a koordinátora BOZP“</w:t>
      </w:r>
      <w:r w:rsidRPr="00077AF9">
        <w:rPr>
          <w:color w:val="000000"/>
          <w:sz w:val="20"/>
          <w:szCs w:val="20"/>
        </w:rPr>
        <w:t xml:space="preserve"> prokazuje splnění základních kvalifikačních předpokladů tímto čestným prohlášením:</w:t>
      </w:r>
    </w:p>
    <w:p w:rsidR="00BF5C09" w:rsidRPr="00077AF9" w:rsidRDefault="00BF5C09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F5C09" w:rsidRPr="00077AF9" w:rsidRDefault="00BF5C09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077AF9">
        <w:rPr>
          <w:color w:val="000000"/>
          <w:sz w:val="20"/>
          <w:szCs w:val="20"/>
        </w:rPr>
        <w:t xml:space="preserve">Prohlašuji </w:t>
      </w:r>
      <w:r>
        <w:rPr>
          <w:color w:val="000000"/>
          <w:sz w:val="20"/>
          <w:szCs w:val="20"/>
        </w:rPr>
        <w:t>tímto čestně, že jsem dodavatel</w:t>
      </w:r>
    </w:p>
    <w:p w:rsidR="00BF5C09" w:rsidRPr="00077AF9" w:rsidRDefault="00BF5C09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F5C09" w:rsidRPr="0068144B" w:rsidRDefault="00BF5C09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</w:t>
      </w:r>
      <w:r w:rsidRPr="0068144B">
        <w:rPr>
          <w:color w:val="000000"/>
          <w:sz w:val="20"/>
          <w:szCs w:val="20"/>
        </w:rPr>
        <w:t xml:space="preserve">terý nebyl pravomocně odsouzen pro </w:t>
      </w:r>
      <w:r w:rsidRPr="0068144B">
        <w:rPr>
          <w:sz w:val="20"/>
          <w:szCs w:val="20"/>
        </w:rPr>
        <w:t xml:space="preserve">trestný čin spáchaný ve prospěch organizované zločinecké skupiny, trestný čin účasti na organizované zločinecké skupině, legalizace výnosů z trestné činnosti, podílnictví, přijímání úplatku, podplácení,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</w:t>
      </w:r>
      <w:r w:rsidRPr="0068144B">
        <w:rPr>
          <w:color w:val="000000"/>
          <w:sz w:val="20"/>
          <w:szCs w:val="20"/>
        </w:rPr>
        <w:t>statutární orgán nebo 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 č</w:t>
      </w:r>
      <w:r>
        <w:rPr>
          <w:color w:val="000000"/>
          <w:sz w:val="20"/>
          <w:szCs w:val="20"/>
        </w:rPr>
        <w:t>i</w:t>
      </w:r>
      <w:r w:rsidRPr="0068144B">
        <w:rPr>
          <w:color w:val="000000"/>
          <w:sz w:val="20"/>
          <w:szCs w:val="20"/>
        </w:rPr>
        <w:t xml:space="preserve">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 České republiky, tak k zemi svého sídla, místa podnikání či bydliště, </w:t>
      </w:r>
    </w:p>
    <w:p w:rsidR="00BF5C09" w:rsidRPr="0068144B" w:rsidRDefault="00BF5C09" w:rsidP="0068144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F5C09" w:rsidRDefault="00BF5C09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</w:t>
      </w:r>
      <w:r w:rsidRPr="0068144B">
        <w:rPr>
          <w:color w:val="000000"/>
          <w:sz w:val="20"/>
          <w:szCs w:val="20"/>
        </w:rPr>
        <w:t>terý nebyl</w:t>
      </w:r>
      <w:r w:rsidRPr="00077AF9">
        <w:rPr>
          <w:sz w:val="20"/>
          <w:szCs w:val="20"/>
        </w:rPr>
        <w:t xml:space="preserve"> pravomocně odsouzen pro trestný čin, jehož skutková podstata souvisí s předmětem podnikání uchazeče podle zvláštních právních předpisů nebo došlo k zahlazení odsouzení za spáchání takového trestného činu</w:t>
      </w:r>
      <w:r>
        <w:rPr>
          <w:sz w:val="20"/>
          <w:szCs w:val="20"/>
        </w:rPr>
        <w:t xml:space="preserve">; </w:t>
      </w:r>
      <w:r w:rsidRPr="0068144B">
        <w:rPr>
          <w:sz w:val="20"/>
          <w:szCs w:val="20"/>
        </w:rPr>
        <w:t>jde-li o právnickou osobu, musí</w:t>
      </w:r>
      <w:r>
        <w:rPr>
          <w:sz w:val="20"/>
          <w:szCs w:val="20"/>
        </w:rPr>
        <w:t xml:space="preserve"> tuto podmínku splňovat</w:t>
      </w:r>
      <w:r w:rsidRPr="00930CF3">
        <w:rPr>
          <w:sz w:val="20"/>
          <w:szCs w:val="20"/>
        </w:rPr>
        <w:t xml:space="preserve"> </w:t>
      </w:r>
      <w:r w:rsidRPr="0068144B">
        <w:rPr>
          <w:sz w:val="20"/>
          <w:szCs w:val="20"/>
        </w:rPr>
        <w:t xml:space="preserve">jak tato právnická osoba, tak její </w:t>
      </w:r>
      <w:r w:rsidRPr="0068144B">
        <w:rPr>
          <w:color w:val="000000"/>
          <w:sz w:val="20"/>
          <w:szCs w:val="20"/>
        </w:rPr>
        <w:t>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</w:t>
      </w:r>
      <w:r>
        <w:rPr>
          <w:color w:val="000000"/>
          <w:sz w:val="20"/>
          <w:szCs w:val="20"/>
        </w:rPr>
        <w:t>i</w:t>
      </w:r>
      <w:r w:rsidRPr="0068144B">
        <w:rPr>
          <w:color w:val="000000"/>
          <w:sz w:val="20"/>
          <w:szCs w:val="20"/>
        </w:rPr>
        <w:t xml:space="preserve">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 </w:t>
      </w:r>
      <w:r>
        <w:rPr>
          <w:sz w:val="20"/>
          <w:szCs w:val="20"/>
        </w:rPr>
        <w:t xml:space="preserve">  </w:t>
      </w:r>
    </w:p>
    <w:p w:rsidR="00BF5C09" w:rsidRPr="00077AF9" w:rsidRDefault="00BF5C09" w:rsidP="00DF2C4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F5C09" w:rsidRPr="00077AF9" w:rsidRDefault="00BF5C09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který </w:t>
      </w:r>
      <w:r w:rsidRPr="00077AF9">
        <w:rPr>
          <w:sz w:val="20"/>
          <w:szCs w:val="20"/>
        </w:rPr>
        <w:t>v posledních 3 letech nenaplnil skutkovou podstatu jednání nekalé soutěže formou podplácení podle zvláštního právního předpisu,</w:t>
      </w:r>
    </w:p>
    <w:p w:rsidR="00BF5C09" w:rsidRPr="00077AF9" w:rsidRDefault="00BF5C09" w:rsidP="00DF2C4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F5C09" w:rsidRPr="00077AF9" w:rsidRDefault="00BF5C09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077AF9">
        <w:rPr>
          <w:sz w:val="20"/>
          <w:szCs w:val="20"/>
        </w:rPr>
        <w:t xml:space="preserve">vůči </w:t>
      </w:r>
      <w:r>
        <w:rPr>
          <w:sz w:val="20"/>
          <w:szCs w:val="20"/>
        </w:rPr>
        <w:t xml:space="preserve">jehož </w:t>
      </w:r>
      <w:r w:rsidRPr="00077AF9">
        <w:rPr>
          <w:sz w:val="20"/>
          <w:szCs w:val="20"/>
        </w:rPr>
        <w:t>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  <w:r w:rsidRPr="00077AF9">
        <w:rPr>
          <w:color w:val="000000"/>
          <w:sz w:val="20"/>
          <w:szCs w:val="20"/>
        </w:rPr>
        <w:t xml:space="preserve"> </w:t>
      </w:r>
    </w:p>
    <w:p w:rsidR="00BF5C09" w:rsidRPr="00077AF9" w:rsidRDefault="00BF5C09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F5C09" w:rsidRPr="00077AF9" w:rsidRDefault="00BF5C09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který</w:t>
      </w:r>
      <w:r w:rsidRPr="00077AF9">
        <w:rPr>
          <w:color w:val="000000"/>
          <w:sz w:val="20"/>
          <w:szCs w:val="20"/>
        </w:rPr>
        <w:t xml:space="preserve"> není v likvidaci</w:t>
      </w:r>
      <w:r w:rsidRPr="00077AF9">
        <w:rPr>
          <w:sz w:val="20"/>
          <w:szCs w:val="20"/>
        </w:rPr>
        <w:t>,</w:t>
      </w:r>
    </w:p>
    <w:p w:rsidR="00BF5C09" w:rsidRPr="00077AF9" w:rsidRDefault="00BF5C09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F5C09" w:rsidRPr="00077AF9" w:rsidRDefault="00BF5C09" w:rsidP="00E6241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který</w:t>
      </w:r>
      <w:r w:rsidRPr="00077AF9">
        <w:rPr>
          <w:color w:val="000000"/>
          <w:sz w:val="20"/>
          <w:szCs w:val="20"/>
        </w:rPr>
        <w:t xml:space="preserve"> </w:t>
      </w:r>
      <w:r w:rsidRPr="00077AF9">
        <w:rPr>
          <w:sz w:val="20"/>
          <w:szCs w:val="20"/>
        </w:rPr>
        <w:t>nemá v evidenci daní zachyceny daňové nedoplatky, a to jak v České republice, tak v zemi sídla, místa podnikání či bydliště,</w:t>
      </w:r>
    </w:p>
    <w:p w:rsidR="00BF5C09" w:rsidRPr="00077AF9" w:rsidRDefault="00BF5C09" w:rsidP="00E6241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F5C09" w:rsidRPr="00077AF9" w:rsidRDefault="00BF5C09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který </w:t>
      </w:r>
      <w:r w:rsidRPr="00077AF9">
        <w:rPr>
          <w:sz w:val="20"/>
          <w:szCs w:val="20"/>
        </w:rPr>
        <w:t>nemá nedoplatek na pojistném a na penále na veřejné zdravotní pojištění, a to jak v České republice, tak v zemi sídla, místa podnikání či bydliště</w:t>
      </w:r>
      <w:r>
        <w:rPr>
          <w:sz w:val="20"/>
          <w:szCs w:val="20"/>
        </w:rPr>
        <w:t>,</w:t>
      </w:r>
    </w:p>
    <w:p w:rsidR="00BF5C09" w:rsidRPr="00077AF9" w:rsidRDefault="00BF5C09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F5C09" w:rsidRPr="00077AF9" w:rsidRDefault="00BF5C09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077AF9">
        <w:rPr>
          <w:color w:val="000000"/>
          <w:sz w:val="20"/>
          <w:szCs w:val="20"/>
        </w:rPr>
        <w:t xml:space="preserve">uchazeč </w:t>
      </w:r>
      <w:r w:rsidRPr="00077AF9">
        <w:rPr>
          <w:sz w:val="20"/>
          <w:szCs w:val="20"/>
        </w:rPr>
        <w:t>nemá nedoplatek na pojistném a na penále na sociální zabezpečení a příspěvku na státní politiku zaměstnanosti, a to jak v České republice, tak v zemi sídla, místa podnikání či bydliště</w:t>
      </w:r>
      <w:r>
        <w:rPr>
          <w:sz w:val="20"/>
          <w:szCs w:val="20"/>
        </w:rPr>
        <w:t>,</w:t>
      </w:r>
    </w:p>
    <w:p w:rsidR="00BF5C09" w:rsidRPr="00077AF9" w:rsidRDefault="00BF5C09" w:rsidP="00DF2C4E">
      <w:pPr>
        <w:tabs>
          <w:tab w:val="num" w:pos="72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BF5C09" w:rsidRPr="00077AF9" w:rsidRDefault="00BF5C09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který </w:t>
      </w:r>
      <w:r w:rsidRPr="00077AF9">
        <w:rPr>
          <w:color w:val="000000"/>
          <w:sz w:val="20"/>
          <w:szCs w:val="20"/>
        </w:rPr>
        <w:t>n</w:t>
      </w:r>
      <w:r w:rsidRPr="00077AF9">
        <w:rPr>
          <w:sz w:val="20"/>
          <w:szCs w:val="20"/>
        </w:rPr>
        <w:t xml:space="preserve">ebyl v posledních 3 letech pravomocně disciplinárně potrestán </w:t>
      </w:r>
      <w:r>
        <w:rPr>
          <w:sz w:val="20"/>
          <w:szCs w:val="20"/>
        </w:rPr>
        <w:t>č</w:t>
      </w:r>
      <w:r w:rsidRPr="00077AF9">
        <w:rPr>
          <w:sz w:val="20"/>
          <w:szCs w:val="20"/>
        </w:rPr>
        <w:t xml:space="preserve">i mu nebylo pravomocně uloženo kárné opatření podle zvláštních právních předpisů, je-li podle ustanovení § 54 písm. d) </w:t>
      </w:r>
      <w:r>
        <w:rPr>
          <w:sz w:val="20"/>
          <w:szCs w:val="20"/>
        </w:rPr>
        <w:t xml:space="preserve">zákona č. 137/2006 Sb. </w:t>
      </w:r>
      <w:r w:rsidRPr="00077AF9">
        <w:rPr>
          <w:sz w:val="20"/>
          <w:szCs w:val="20"/>
        </w:rPr>
        <w:t>požadováno prokázání odborné způsobilosti podle zvláštních právních předpisů</w:t>
      </w:r>
      <w:r>
        <w:rPr>
          <w:sz w:val="20"/>
          <w:szCs w:val="20"/>
        </w:rPr>
        <w:t xml:space="preserve">; pokud dodavatel vykonává tuto činnost prostřednictvím odpovědného zástupce nebo </w:t>
      </w:r>
      <w:r w:rsidRPr="00077AF9">
        <w:rPr>
          <w:color w:val="000000"/>
          <w:sz w:val="20"/>
          <w:szCs w:val="20"/>
        </w:rPr>
        <w:t>jiné osoby odpovídající za činnost</w:t>
      </w:r>
      <w:r>
        <w:rPr>
          <w:color w:val="000000"/>
          <w:sz w:val="20"/>
          <w:szCs w:val="20"/>
        </w:rPr>
        <w:t xml:space="preserve"> dodavatele, vztahuje se tento předpoklad na tyto osoby;</w:t>
      </w:r>
    </w:p>
    <w:p w:rsidR="00BF5C09" w:rsidRPr="00077AF9" w:rsidRDefault="00BF5C09" w:rsidP="00DF2C4E">
      <w:pPr>
        <w:tabs>
          <w:tab w:val="num" w:pos="7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F5C09" w:rsidRDefault="00BF5C09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který </w:t>
      </w:r>
      <w:r w:rsidRPr="00077AF9">
        <w:rPr>
          <w:sz w:val="20"/>
          <w:szCs w:val="20"/>
        </w:rPr>
        <w:t>není veden v rejstříku osob se zákazem plnění veřejných zakázek</w:t>
      </w:r>
      <w:r>
        <w:rPr>
          <w:sz w:val="20"/>
          <w:szCs w:val="20"/>
        </w:rPr>
        <w:t>,</w:t>
      </w:r>
    </w:p>
    <w:p w:rsidR="00BF5C09" w:rsidRDefault="00BF5C09" w:rsidP="00681667">
      <w:pPr>
        <w:pStyle w:val="ListParagraph"/>
        <w:rPr>
          <w:sz w:val="20"/>
          <w:szCs w:val="20"/>
        </w:rPr>
      </w:pPr>
    </w:p>
    <w:p w:rsidR="00BF5C09" w:rsidRDefault="00BF5C09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kterému nebyla v posledních 3 letech pravomocně uložena pokuta za umožnění výkonu nelegální práce podle zvláštního právního předpisu.</w:t>
      </w:r>
    </w:p>
    <w:p w:rsidR="00BF5C09" w:rsidRPr="00077AF9" w:rsidRDefault="00BF5C09" w:rsidP="00486E82">
      <w:pPr>
        <w:tabs>
          <w:tab w:val="num" w:pos="7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F5C09" w:rsidRPr="00077AF9" w:rsidRDefault="00BF5C09" w:rsidP="00DF2C4E">
      <w:pPr>
        <w:rPr>
          <w:color w:val="000000"/>
          <w:sz w:val="20"/>
          <w:szCs w:val="20"/>
        </w:rPr>
      </w:pPr>
    </w:p>
    <w:p w:rsidR="00BF5C09" w:rsidRPr="00077AF9" w:rsidRDefault="00BF5C09" w:rsidP="00DF2C4E">
      <w:pPr>
        <w:rPr>
          <w:color w:val="000000"/>
          <w:sz w:val="20"/>
          <w:szCs w:val="20"/>
        </w:rPr>
      </w:pPr>
    </w:p>
    <w:p w:rsidR="00BF5C09" w:rsidRPr="00077AF9" w:rsidRDefault="00BF5C09" w:rsidP="00DF2C4E">
      <w:pPr>
        <w:rPr>
          <w:color w:val="000000"/>
          <w:sz w:val="20"/>
          <w:szCs w:val="20"/>
        </w:rPr>
      </w:pPr>
    </w:p>
    <w:p w:rsidR="00BF5C09" w:rsidRPr="00077AF9" w:rsidRDefault="00BF5C09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………………………………</w:t>
      </w:r>
    </w:p>
    <w:p w:rsidR="00BF5C09" w:rsidRPr="00077AF9" w:rsidRDefault="00BF5C09" w:rsidP="00DF2C4E">
      <w:pPr>
        <w:rPr>
          <w:sz w:val="20"/>
          <w:szCs w:val="20"/>
        </w:rPr>
      </w:pPr>
    </w:p>
    <w:p w:rsidR="00BF5C09" w:rsidRDefault="00BF5C09" w:rsidP="00DF2C4E">
      <w:pPr>
        <w:rPr>
          <w:sz w:val="22"/>
          <w:szCs w:val="22"/>
        </w:rPr>
      </w:pPr>
    </w:p>
    <w:p w:rsidR="00BF5C09" w:rsidRPr="001B346F" w:rsidRDefault="00BF5C09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BF5C09" w:rsidRPr="00922586">
        <w:tc>
          <w:tcPr>
            <w:tcW w:w="4606" w:type="dxa"/>
          </w:tcPr>
          <w:p w:rsidR="00BF5C09" w:rsidRDefault="00BF5C09" w:rsidP="00DF2C4E"/>
          <w:p w:rsidR="00BF5C09" w:rsidRDefault="00BF5C09" w:rsidP="00DF2C4E"/>
          <w:p w:rsidR="00BF5C09" w:rsidRDefault="00BF5C09" w:rsidP="00DF2C4E"/>
          <w:p w:rsidR="00BF5C09" w:rsidRDefault="00BF5C09" w:rsidP="00DF2C4E"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BF5C09" w:rsidRDefault="00BF5C09" w:rsidP="00DF2C4E"/>
          <w:p w:rsidR="00BF5C09" w:rsidRDefault="00BF5C09" w:rsidP="00DF2C4E"/>
          <w:p w:rsidR="00BF5C09" w:rsidRPr="00922586" w:rsidRDefault="00BF5C09" w:rsidP="00DF2C4E"/>
        </w:tc>
        <w:tc>
          <w:tcPr>
            <w:tcW w:w="4606" w:type="dxa"/>
          </w:tcPr>
          <w:p w:rsidR="00BF5C09" w:rsidRPr="00922586" w:rsidRDefault="00BF5C09" w:rsidP="00DF2C4E"/>
        </w:tc>
      </w:tr>
      <w:tr w:rsidR="00BF5C09" w:rsidRPr="00922586">
        <w:tc>
          <w:tcPr>
            <w:tcW w:w="4606" w:type="dxa"/>
          </w:tcPr>
          <w:p w:rsidR="00BF5C09" w:rsidRPr="00922586" w:rsidRDefault="00BF5C09" w:rsidP="00DF2C4E"/>
          <w:p w:rsidR="00BF5C09" w:rsidRDefault="00BF5C09" w:rsidP="00DF2C4E"/>
          <w:p w:rsidR="00BF5C09" w:rsidRPr="00922586" w:rsidRDefault="00BF5C09" w:rsidP="00DF2C4E"/>
          <w:p w:rsidR="00BF5C09" w:rsidRDefault="00BF5C09" w:rsidP="00DF2C4E">
            <w:r w:rsidRPr="00922586">
              <w:rPr>
                <w:sz w:val="22"/>
                <w:szCs w:val="22"/>
              </w:rPr>
              <w:t>razítko a podpis</w:t>
            </w:r>
          </w:p>
          <w:p w:rsidR="00BF5C09" w:rsidRDefault="00BF5C09" w:rsidP="00DF2C4E"/>
          <w:p w:rsidR="00BF5C09" w:rsidRDefault="00BF5C09" w:rsidP="00DF2C4E"/>
          <w:p w:rsidR="00BF5C09" w:rsidRPr="00922586" w:rsidRDefault="00BF5C09" w:rsidP="00DF2C4E"/>
        </w:tc>
        <w:tc>
          <w:tcPr>
            <w:tcW w:w="4606" w:type="dxa"/>
          </w:tcPr>
          <w:p w:rsidR="00BF5C09" w:rsidRPr="00922586" w:rsidRDefault="00BF5C09" w:rsidP="00DF2C4E"/>
        </w:tc>
      </w:tr>
    </w:tbl>
    <w:p w:rsidR="00BF5C09" w:rsidRPr="00D00BF4" w:rsidRDefault="00BF5C09" w:rsidP="00DF2C4E">
      <w:pPr>
        <w:tabs>
          <w:tab w:val="left" w:pos="1620"/>
        </w:tabs>
        <w:jc w:val="both"/>
      </w:pPr>
    </w:p>
    <w:p w:rsidR="00BF5C09" w:rsidRPr="006F0EED" w:rsidRDefault="00BF5C09" w:rsidP="00DF2C4E">
      <w:pPr>
        <w:rPr>
          <w:sz w:val="20"/>
          <w:szCs w:val="20"/>
        </w:rPr>
      </w:pPr>
    </w:p>
    <w:p w:rsidR="00BF5C09" w:rsidRDefault="00BF5C09" w:rsidP="00DF2C4E"/>
    <w:p w:rsidR="00BF5C09" w:rsidRDefault="00BF5C09" w:rsidP="00DF2C4E"/>
    <w:p w:rsidR="00BF5C09" w:rsidRDefault="00BF5C09" w:rsidP="00DF2C4E"/>
    <w:p w:rsidR="00BF5C09" w:rsidRDefault="00BF5C09"/>
    <w:sectPr w:rsidR="00BF5C09" w:rsidSect="001A4B5D">
      <w:footerReference w:type="even" r:id="rId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C09" w:rsidRDefault="00BF5C09">
      <w:r>
        <w:separator/>
      </w:r>
    </w:p>
  </w:endnote>
  <w:endnote w:type="continuationSeparator" w:id="0">
    <w:p w:rsidR="00BF5C09" w:rsidRDefault="00BF5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09" w:rsidRDefault="00BF5C09" w:rsidP="003E3D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5C09" w:rsidRDefault="00BF5C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C09" w:rsidRDefault="00BF5C09">
      <w:r>
        <w:separator/>
      </w:r>
    </w:p>
  </w:footnote>
  <w:footnote w:type="continuationSeparator" w:id="0">
    <w:p w:rsidR="00BF5C09" w:rsidRDefault="00BF5C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05BE"/>
    <w:rsid w:val="00051A1A"/>
    <w:rsid w:val="00052ECA"/>
    <w:rsid w:val="00053C8E"/>
    <w:rsid w:val="000636A5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2C50"/>
    <w:rsid w:val="00094AD9"/>
    <w:rsid w:val="000A2E1B"/>
    <w:rsid w:val="000A2F30"/>
    <w:rsid w:val="000A7C1A"/>
    <w:rsid w:val="000B021C"/>
    <w:rsid w:val="000B0371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25E1"/>
    <w:rsid w:val="00112C42"/>
    <w:rsid w:val="00114AEF"/>
    <w:rsid w:val="00115460"/>
    <w:rsid w:val="001166B3"/>
    <w:rsid w:val="001173A2"/>
    <w:rsid w:val="001179DA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4B5D"/>
    <w:rsid w:val="001A6D9A"/>
    <w:rsid w:val="001B11CF"/>
    <w:rsid w:val="001B2185"/>
    <w:rsid w:val="001B346F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282E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E62"/>
    <w:rsid w:val="002C2A19"/>
    <w:rsid w:val="002C4010"/>
    <w:rsid w:val="002C4F8B"/>
    <w:rsid w:val="002C620E"/>
    <w:rsid w:val="002D4050"/>
    <w:rsid w:val="002D5031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58EB"/>
    <w:rsid w:val="00376AC0"/>
    <w:rsid w:val="00376DE2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522C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793C"/>
    <w:rsid w:val="003F28DE"/>
    <w:rsid w:val="003F4450"/>
    <w:rsid w:val="003F4C15"/>
    <w:rsid w:val="0040032F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A3835"/>
    <w:rsid w:val="004B443E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0B6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2F9"/>
    <w:rsid w:val="005A5EAC"/>
    <w:rsid w:val="005A6EC6"/>
    <w:rsid w:val="005A6F67"/>
    <w:rsid w:val="005A70BC"/>
    <w:rsid w:val="005B07BB"/>
    <w:rsid w:val="005B1564"/>
    <w:rsid w:val="005B23F6"/>
    <w:rsid w:val="005B385A"/>
    <w:rsid w:val="005C25B4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50D1"/>
    <w:rsid w:val="006265AD"/>
    <w:rsid w:val="00627304"/>
    <w:rsid w:val="006273B0"/>
    <w:rsid w:val="00631831"/>
    <w:rsid w:val="00633EE9"/>
    <w:rsid w:val="00633F6A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0CE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0EED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7710"/>
    <w:rsid w:val="008D7BE5"/>
    <w:rsid w:val="008E09CA"/>
    <w:rsid w:val="008E0AD1"/>
    <w:rsid w:val="008E73D4"/>
    <w:rsid w:val="008F06B2"/>
    <w:rsid w:val="008F113E"/>
    <w:rsid w:val="008F134A"/>
    <w:rsid w:val="008F3CDE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586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440F7"/>
    <w:rsid w:val="0095519F"/>
    <w:rsid w:val="00955C92"/>
    <w:rsid w:val="009665D4"/>
    <w:rsid w:val="00974710"/>
    <w:rsid w:val="00974B76"/>
    <w:rsid w:val="00974C10"/>
    <w:rsid w:val="00980E57"/>
    <w:rsid w:val="00981C8F"/>
    <w:rsid w:val="00981D4C"/>
    <w:rsid w:val="00983568"/>
    <w:rsid w:val="00984A10"/>
    <w:rsid w:val="00986A13"/>
    <w:rsid w:val="00992CA6"/>
    <w:rsid w:val="00994AA8"/>
    <w:rsid w:val="00997ED8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126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9B1"/>
    <w:rsid w:val="00A50DF4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4E4C"/>
    <w:rsid w:val="00AF6761"/>
    <w:rsid w:val="00AF6B42"/>
    <w:rsid w:val="00B00A20"/>
    <w:rsid w:val="00B025A8"/>
    <w:rsid w:val="00B027D3"/>
    <w:rsid w:val="00B028EA"/>
    <w:rsid w:val="00B02CF2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E0E20"/>
    <w:rsid w:val="00BE1093"/>
    <w:rsid w:val="00BE1142"/>
    <w:rsid w:val="00BF07E6"/>
    <w:rsid w:val="00BF16B4"/>
    <w:rsid w:val="00BF3680"/>
    <w:rsid w:val="00BF3E61"/>
    <w:rsid w:val="00BF5C09"/>
    <w:rsid w:val="00C0095E"/>
    <w:rsid w:val="00C00CEF"/>
    <w:rsid w:val="00C01965"/>
    <w:rsid w:val="00C03610"/>
    <w:rsid w:val="00C04B6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512"/>
    <w:rsid w:val="00C51C81"/>
    <w:rsid w:val="00C51D91"/>
    <w:rsid w:val="00C62BDC"/>
    <w:rsid w:val="00C64FE1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53C2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71"/>
    <w:rsid w:val="00D00266"/>
    <w:rsid w:val="00D00BF4"/>
    <w:rsid w:val="00D01CEA"/>
    <w:rsid w:val="00D11C7B"/>
    <w:rsid w:val="00D1221A"/>
    <w:rsid w:val="00D13152"/>
    <w:rsid w:val="00D1497F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770F4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4176"/>
    <w:rsid w:val="00FA6537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61D25"/>
    <w:rPr>
      <w:rFonts w:ascii="Arial" w:hAnsi="Arial" w:cs="Times New Roman"/>
      <w:sz w:val="24"/>
    </w:rPr>
  </w:style>
  <w:style w:type="character" w:styleId="PageNumber">
    <w:name w:val="page number"/>
    <w:basedOn w:val="DefaultParagraphFont"/>
    <w:uiPriority w:val="99"/>
    <w:rsid w:val="00E6241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636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A15A84"/>
    <w:pPr>
      <w:ind w:left="708"/>
    </w:pPr>
  </w:style>
  <w:style w:type="paragraph" w:styleId="BalloonText">
    <w:name w:val="Balloon Text"/>
    <w:basedOn w:val="Normal"/>
    <w:link w:val="BalloonTextChar"/>
    <w:uiPriority w:val="99"/>
    <w:rsid w:val="00CE2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E210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B025A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650</Words>
  <Characters>3836</Characters>
  <Application>Microsoft Office Outlook</Application>
  <DocSecurity>0</DocSecurity>
  <Lines>0</Lines>
  <Paragraphs>0</Paragraphs>
  <ScaleCrop>false</ScaleCrop>
  <Company>MPSV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chovancovap</dc:creator>
  <cp:keywords/>
  <dc:description/>
  <cp:lastModifiedBy>MM</cp:lastModifiedBy>
  <cp:revision>3</cp:revision>
  <dcterms:created xsi:type="dcterms:W3CDTF">2013-07-03T16:25:00Z</dcterms:created>
  <dcterms:modified xsi:type="dcterms:W3CDTF">2013-07-03T16:30:00Z</dcterms:modified>
</cp:coreProperties>
</file>