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15" w:rsidRDefault="00361415" w:rsidP="00361415">
      <w:pPr>
        <w:jc w:val="center"/>
        <w:rPr>
          <w:b/>
          <w:sz w:val="40"/>
        </w:rPr>
      </w:pPr>
      <w:r w:rsidRPr="00A42496">
        <w:rPr>
          <w:b/>
          <w:sz w:val="40"/>
        </w:rPr>
        <w:t>OSVĚDČENÍ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Default="00361415" w:rsidP="00A75D6D">
            <w:pPr>
              <w:pStyle w:val="Bezmezer"/>
              <w:rPr>
                <w:b/>
              </w:rPr>
            </w:pPr>
            <w:r w:rsidRPr="00E45A48">
              <w:rPr>
                <w:b/>
              </w:rPr>
              <w:t>Název objednatele:</w:t>
            </w:r>
          </w:p>
          <w:p w:rsidR="00A75D6D" w:rsidRPr="00E45A48" w:rsidRDefault="00A75D6D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</w:pPr>
            <w:r w:rsidRPr="00E45A48">
              <w:t>[</w:t>
            </w:r>
            <w:r w:rsidRPr="00E45A48">
              <w:rPr>
                <w:highlight w:val="yellow"/>
              </w:rPr>
              <w:t>…</w:t>
            </w:r>
            <w:r w:rsidRPr="00E45A48">
              <w:t>]</w:t>
            </w:r>
          </w:p>
        </w:tc>
      </w:tr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Default="00361415" w:rsidP="00A75D6D">
            <w:pPr>
              <w:pStyle w:val="Bezmezer"/>
              <w:rPr>
                <w:b/>
              </w:rPr>
            </w:pPr>
            <w:r w:rsidRPr="00E45A48">
              <w:rPr>
                <w:b/>
              </w:rPr>
              <w:t>Sídlo objednatele:</w:t>
            </w:r>
          </w:p>
          <w:p w:rsidR="00A75D6D" w:rsidRPr="00E45A48" w:rsidRDefault="00A75D6D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</w:pPr>
            <w:r w:rsidRPr="00E45A48">
              <w:t>[</w:t>
            </w:r>
            <w:r w:rsidRPr="00E45A48">
              <w:rPr>
                <w:highlight w:val="yellow"/>
              </w:rPr>
              <w:t>…</w:t>
            </w:r>
            <w:r w:rsidRPr="00E45A48">
              <w:t>]</w:t>
            </w:r>
          </w:p>
        </w:tc>
      </w:tr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Default="00361415" w:rsidP="00A75D6D">
            <w:pPr>
              <w:pStyle w:val="Bezmezer"/>
              <w:rPr>
                <w:b/>
              </w:rPr>
            </w:pPr>
            <w:r w:rsidRPr="00E45A48">
              <w:rPr>
                <w:b/>
              </w:rPr>
              <w:t>IČ objednatele:</w:t>
            </w:r>
          </w:p>
          <w:p w:rsidR="00A75D6D" w:rsidRPr="00E45A48" w:rsidRDefault="00A75D6D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</w:pPr>
            <w:r w:rsidRPr="00E45A48">
              <w:t>[</w:t>
            </w:r>
            <w:r w:rsidRPr="00E45A48">
              <w:rPr>
                <w:highlight w:val="yellow"/>
              </w:rPr>
              <w:t>…</w:t>
            </w:r>
            <w:r w:rsidRPr="00E45A48">
              <w:t>]</w:t>
            </w:r>
          </w:p>
        </w:tc>
      </w:tr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Default="00361415" w:rsidP="00A75D6D">
            <w:pPr>
              <w:pStyle w:val="Bezmezer"/>
              <w:rPr>
                <w:b/>
              </w:rPr>
            </w:pPr>
            <w:r w:rsidRPr="00E45A48">
              <w:rPr>
                <w:b/>
              </w:rPr>
              <w:t>Kontaktní osoba objednatele, včetně kontaktních údajů:</w:t>
            </w:r>
          </w:p>
          <w:p w:rsidR="00A75D6D" w:rsidRPr="00E45A48" w:rsidRDefault="00A75D6D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</w:pPr>
            <w:r w:rsidRPr="00E45A48">
              <w:t>[</w:t>
            </w:r>
            <w:r w:rsidRPr="00E45A48">
              <w:rPr>
                <w:highlight w:val="yellow"/>
              </w:rPr>
              <w:t>jméno, příjmení, funkce/pracovní zařazení, tel. č., e-mail</w:t>
            </w:r>
            <w:r w:rsidRPr="00E45A48">
              <w:t>]</w:t>
            </w:r>
          </w:p>
        </w:tc>
      </w:tr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Default="00361415" w:rsidP="00A75D6D">
            <w:pPr>
              <w:pStyle w:val="Bezmezer"/>
              <w:rPr>
                <w:b/>
              </w:rPr>
            </w:pPr>
            <w:r w:rsidRPr="00A75D6D">
              <w:rPr>
                <w:b/>
              </w:rPr>
              <w:t xml:space="preserve">Identifikační údaje </w:t>
            </w:r>
            <w:r w:rsidR="00A75D6D">
              <w:rPr>
                <w:b/>
              </w:rPr>
              <w:t>d</w:t>
            </w:r>
            <w:r w:rsidRPr="00A75D6D">
              <w:rPr>
                <w:b/>
              </w:rPr>
              <w:t>odavatele, jemuž je osvědčení vydáváno</w:t>
            </w:r>
          </w:p>
          <w:p w:rsidR="00A75D6D" w:rsidRPr="00A75D6D" w:rsidRDefault="00A75D6D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</w:pPr>
            <w:r w:rsidRPr="00E45A48">
              <w:t>[</w:t>
            </w:r>
            <w:r w:rsidRPr="00E45A48">
              <w:rPr>
                <w:highlight w:val="yellow"/>
              </w:rPr>
              <w:t>…</w:t>
            </w:r>
            <w:r w:rsidRPr="00E45A48">
              <w:t>]</w:t>
            </w:r>
          </w:p>
        </w:tc>
      </w:tr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Default="00361415" w:rsidP="00A75D6D">
            <w:pPr>
              <w:pStyle w:val="Bezmezer"/>
              <w:rPr>
                <w:b/>
              </w:rPr>
            </w:pPr>
            <w:r w:rsidRPr="00A75D6D">
              <w:rPr>
                <w:b/>
              </w:rPr>
              <w:t>Popis (rozsah) a předmět významné zakázky:</w:t>
            </w:r>
          </w:p>
          <w:p w:rsidR="00A75D6D" w:rsidRPr="00E45A48" w:rsidRDefault="00A75D6D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</w:pPr>
            <w:r w:rsidRPr="00E45A48">
              <w:t>[</w:t>
            </w:r>
            <w:r w:rsidRPr="00E45A48">
              <w:rPr>
                <w:highlight w:val="yellow"/>
              </w:rPr>
              <w:t>…</w:t>
            </w:r>
            <w:r w:rsidRPr="00E45A48">
              <w:t>]</w:t>
            </w:r>
          </w:p>
        </w:tc>
      </w:tr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Default="00361415" w:rsidP="00A75D6D">
            <w:pPr>
              <w:pStyle w:val="Bezmezer"/>
              <w:rPr>
                <w:b/>
              </w:rPr>
            </w:pPr>
            <w:r w:rsidRPr="00A75D6D">
              <w:rPr>
                <w:b/>
              </w:rPr>
              <w:t>Doba realizace zakázky (zahájení a ukončení v měsících; v rozhodném období, tj. v posledních třech letech)</w:t>
            </w:r>
          </w:p>
          <w:p w:rsidR="00A75D6D" w:rsidRPr="00A75D6D" w:rsidRDefault="00A75D6D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</w:pPr>
            <w:r w:rsidRPr="00E45A48">
              <w:t xml:space="preserve">od </w:t>
            </w:r>
            <w:r w:rsidRPr="00E45A48">
              <w:rPr>
                <w:b/>
                <w:highlight w:val="yellow"/>
              </w:rPr>
              <w:t>MM/RRRR</w:t>
            </w:r>
            <w:r w:rsidRPr="00E45A48">
              <w:t xml:space="preserve"> do </w:t>
            </w:r>
            <w:r w:rsidRPr="00E45A48">
              <w:rPr>
                <w:b/>
                <w:highlight w:val="yellow"/>
              </w:rPr>
              <w:t>MM/RRRR</w:t>
            </w:r>
          </w:p>
        </w:tc>
      </w:tr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Pr="00A75D6D" w:rsidRDefault="00361415" w:rsidP="00A75D6D">
            <w:pPr>
              <w:pStyle w:val="Bezmezer"/>
              <w:rPr>
                <w:b/>
              </w:rPr>
            </w:pPr>
            <w:r w:rsidRPr="00A75D6D">
              <w:rPr>
                <w:b/>
              </w:rPr>
              <w:t>Finanční hodnota zakázky vztažena k  plnění realizovanému přímo dodavatelem*</w:t>
            </w:r>
          </w:p>
          <w:p w:rsidR="00361415" w:rsidRPr="00E45A48" w:rsidRDefault="00361415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  <w:rPr>
                <w:b/>
              </w:rPr>
            </w:pPr>
            <w:r w:rsidRPr="00E45A48">
              <w:rPr>
                <w:b/>
              </w:rPr>
              <w:t>[</w:t>
            </w:r>
            <w:r w:rsidRPr="00E45A48">
              <w:rPr>
                <w:b/>
                <w:highlight w:val="yellow"/>
              </w:rPr>
              <w:t>…</w:t>
            </w:r>
            <w:r w:rsidRPr="00E45A48">
              <w:rPr>
                <w:b/>
              </w:rPr>
              <w:t>] Kč bez DPH</w:t>
            </w:r>
          </w:p>
        </w:tc>
      </w:tr>
      <w:tr w:rsidR="00A75D6D" w:rsidRPr="00E45A48" w:rsidTr="009353FB">
        <w:trPr>
          <w:trHeight w:val="1667"/>
        </w:trPr>
        <w:tc>
          <w:tcPr>
            <w:tcW w:w="3085" w:type="dxa"/>
            <w:shd w:val="clear" w:color="auto" w:fill="BFBFBF"/>
            <w:vAlign w:val="center"/>
          </w:tcPr>
          <w:p w:rsidR="00A75D6D" w:rsidRDefault="00A75D6D" w:rsidP="00A75D6D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Součástí plnění poskytnutého dodavatelem byly služby </w:t>
            </w:r>
            <w:r w:rsidRPr="00A75D6D">
              <w:rPr>
                <w:b/>
              </w:rPr>
              <w:t>zaměřené na</w:t>
            </w:r>
            <w:r>
              <w:rPr>
                <w:b/>
              </w:rPr>
              <w:t xml:space="preserve"> práci s nezaměstnanými osobami</w:t>
            </w:r>
            <w:r w:rsidRPr="00A75D6D">
              <w:rPr>
                <w:b/>
              </w:rPr>
              <w:t xml:space="preserve"> o </w:t>
            </w:r>
            <w:r w:rsidR="0076609B">
              <w:rPr>
                <w:b/>
              </w:rPr>
              <w:t xml:space="preserve">minimálním </w:t>
            </w:r>
            <w:r w:rsidRPr="00A75D6D">
              <w:rPr>
                <w:b/>
              </w:rPr>
              <w:t>finančním objemu</w:t>
            </w:r>
            <w:bookmarkStart w:id="0" w:name="_GoBack"/>
            <w:bookmarkEnd w:id="0"/>
            <w:r w:rsidR="00A67466">
              <w:rPr>
                <w:b/>
              </w:rPr>
              <w:t>*</w:t>
            </w:r>
          </w:p>
          <w:p w:rsidR="00A67466" w:rsidRPr="00A75D6D" w:rsidRDefault="00A67466" w:rsidP="00A75D6D">
            <w:pPr>
              <w:pStyle w:val="Bezmezer"/>
              <w:rPr>
                <w:b/>
              </w:rPr>
            </w:pPr>
          </w:p>
        </w:tc>
        <w:tc>
          <w:tcPr>
            <w:tcW w:w="6127" w:type="dxa"/>
            <w:shd w:val="clear" w:color="auto" w:fill="auto"/>
            <w:vAlign w:val="center"/>
          </w:tcPr>
          <w:p w:rsidR="0076609B" w:rsidRDefault="0076609B" w:rsidP="00C6348F">
            <w:pPr>
              <w:pStyle w:val="Bezmezer"/>
              <w:rPr>
                <w:b/>
              </w:rPr>
            </w:pPr>
            <w:r>
              <w:rPr>
                <w:b/>
              </w:rPr>
              <w:t>8</w:t>
            </w:r>
            <w:r w:rsidRPr="00A75D6D">
              <w:rPr>
                <w:b/>
              </w:rPr>
              <w:t>00</w:t>
            </w:r>
            <w:r>
              <w:rPr>
                <w:b/>
              </w:rPr>
              <w:t>.</w:t>
            </w:r>
            <w:r w:rsidRPr="00A75D6D">
              <w:rPr>
                <w:b/>
              </w:rPr>
              <w:t>000</w:t>
            </w:r>
            <w:r>
              <w:rPr>
                <w:b/>
              </w:rPr>
              <w:t xml:space="preserve">,- Kč bez </w:t>
            </w:r>
            <w:proofErr w:type="gramStart"/>
            <w:r>
              <w:rPr>
                <w:b/>
              </w:rPr>
              <w:t>DPH</w:t>
            </w:r>
            <w:r w:rsidRPr="0076609B">
              <w:rPr>
                <w:b/>
              </w:rPr>
              <w:t xml:space="preserve">          </w:t>
            </w:r>
            <w:r w:rsidRPr="00E45A48">
              <w:rPr>
                <w:b/>
                <w:highlight w:val="yellow"/>
              </w:rPr>
              <w:t>ANO</w:t>
            </w:r>
            <w:proofErr w:type="gramEnd"/>
            <w:r w:rsidRPr="00E45A48">
              <w:rPr>
                <w:b/>
                <w:highlight w:val="yellow"/>
              </w:rPr>
              <w:t xml:space="preserve"> – NE **</w:t>
            </w:r>
          </w:p>
          <w:p w:rsidR="0076609B" w:rsidRDefault="0076609B" w:rsidP="00C6348F">
            <w:pPr>
              <w:pStyle w:val="Bezmezer"/>
              <w:rPr>
                <w:b/>
              </w:rPr>
            </w:pPr>
          </w:p>
          <w:p w:rsidR="00A75D6D" w:rsidRPr="00E45A48" w:rsidRDefault="0076609B" w:rsidP="00C6348F">
            <w:pPr>
              <w:pStyle w:val="Bezmezer"/>
              <w:rPr>
                <w:b/>
              </w:rPr>
            </w:pPr>
            <w:r w:rsidRPr="00A75D6D">
              <w:rPr>
                <w:b/>
              </w:rPr>
              <w:t>1</w:t>
            </w:r>
            <w:r>
              <w:rPr>
                <w:b/>
              </w:rPr>
              <w:t>.</w:t>
            </w:r>
            <w:r w:rsidRPr="00A75D6D">
              <w:rPr>
                <w:b/>
              </w:rPr>
              <w:t>000</w:t>
            </w:r>
            <w:r>
              <w:rPr>
                <w:b/>
              </w:rPr>
              <w:t>.</w:t>
            </w:r>
            <w:r w:rsidRPr="00A75D6D">
              <w:rPr>
                <w:b/>
              </w:rPr>
              <w:t>000</w:t>
            </w:r>
            <w:r>
              <w:rPr>
                <w:b/>
              </w:rPr>
              <w:t xml:space="preserve">,- Kč bez </w:t>
            </w:r>
            <w:proofErr w:type="gramStart"/>
            <w:r>
              <w:rPr>
                <w:b/>
              </w:rPr>
              <w:t>DPH</w:t>
            </w:r>
            <w:r w:rsidRPr="0076609B">
              <w:rPr>
                <w:b/>
              </w:rPr>
              <w:t xml:space="preserve">          </w:t>
            </w:r>
            <w:r w:rsidR="00A75D6D" w:rsidRPr="00E45A48">
              <w:rPr>
                <w:b/>
                <w:highlight w:val="yellow"/>
              </w:rPr>
              <w:t>ANO</w:t>
            </w:r>
            <w:proofErr w:type="gramEnd"/>
            <w:r w:rsidR="00A75D6D" w:rsidRPr="00E45A48">
              <w:rPr>
                <w:b/>
                <w:highlight w:val="yellow"/>
              </w:rPr>
              <w:t xml:space="preserve"> – NE **</w:t>
            </w:r>
          </w:p>
        </w:tc>
      </w:tr>
      <w:tr w:rsidR="00361415" w:rsidRPr="00E45A48" w:rsidTr="00A75D6D">
        <w:tc>
          <w:tcPr>
            <w:tcW w:w="3085" w:type="dxa"/>
            <w:shd w:val="clear" w:color="auto" w:fill="BFBFBF"/>
            <w:vAlign w:val="center"/>
          </w:tcPr>
          <w:p w:rsidR="00361415" w:rsidRPr="00A75D6D" w:rsidRDefault="00361415" w:rsidP="00A75D6D">
            <w:pPr>
              <w:pStyle w:val="Bezmezer"/>
              <w:rPr>
                <w:b/>
              </w:rPr>
            </w:pPr>
            <w:r w:rsidRPr="00A75D6D">
              <w:rPr>
                <w:b/>
              </w:rPr>
              <w:t>Údaj o tom, zda bylo plnění uchazeče provedeno řádně, včas a odborně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361415" w:rsidRPr="00E45A48" w:rsidRDefault="00361415" w:rsidP="00C6348F">
            <w:pPr>
              <w:pStyle w:val="Bezmezer"/>
              <w:tabs>
                <w:tab w:val="left" w:pos="1310"/>
              </w:tabs>
              <w:ind w:left="1310" w:hanging="1310"/>
              <w:rPr>
                <w:b/>
              </w:rPr>
            </w:pPr>
          </w:p>
          <w:p w:rsidR="00361415" w:rsidRPr="00E45A48" w:rsidRDefault="00361415" w:rsidP="00A75D6D">
            <w:pPr>
              <w:pStyle w:val="Bezmezer"/>
              <w:tabs>
                <w:tab w:val="left" w:pos="1310"/>
              </w:tabs>
              <w:spacing w:line="360" w:lineRule="auto"/>
              <w:ind w:left="1310" w:hanging="1310"/>
              <w:rPr>
                <w:b/>
              </w:rPr>
            </w:pPr>
            <w:r w:rsidRPr="00E45A48">
              <w:rPr>
                <w:b/>
              </w:rPr>
              <w:t xml:space="preserve">Řádně:          </w:t>
            </w:r>
            <w:r w:rsidRPr="00E45A48">
              <w:rPr>
                <w:b/>
                <w:highlight w:val="yellow"/>
              </w:rPr>
              <w:t>ANO – NE **</w:t>
            </w:r>
          </w:p>
          <w:p w:rsidR="00361415" w:rsidRPr="00E45A48" w:rsidRDefault="00361415" w:rsidP="00A75D6D">
            <w:pPr>
              <w:pStyle w:val="Bezmezer"/>
              <w:spacing w:line="360" w:lineRule="auto"/>
              <w:rPr>
                <w:b/>
              </w:rPr>
            </w:pPr>
            <w:r w:rsidRPr="00E45A48">
              <w:rPr>
                <w:b/>
              </w:rPr>
              <w:t xml:space="preserve">Včas:             </w:t>
            </w:r>
            <w:r w:rsidRPr="00E45A48">
              <w:rPr>
                <w:b/>
                <w:highlight w:val="yellow"/>
              </w:rPr>
              <w:t>ANO – NE **</w:t>
            </w:r>
          </w:p>
          <w:p w:rsidR="00361415" w:rsidRPr="00E45A48" w:rsidRDefault="00361415" w:rsidP="00A75D6D">
            <w:pPr>
              <w:pStyle w:val="Bezmezer"/>
              <w:spacing w:line="360" w:lineRule="auto"/>
              <w:rPr>
                <w:b/>
              </w:rPr>
            </w:pPr>
            <w:r w:rsidRPr="00E45A48">
              <w:rPr>
                <w:b/>
              </w:rPr>
              <w:t xml:space="preserve">Odborně:     </w:t>
            </w:r>
            <w:r w:rsidRPr="00E45A48">
              <w:rPr>
                <w:b/>
                <w:highlight w:val="yellow"/>
              </w:rPr>
              <w:t>ANO – NE **</w:t>
            </w:r>
          </w:p>
          <w:p w:rsidR="00361415" w:rsidRPr="00E45A48" w:rsidRDefault="00361415" w:rsidP="00A75D6D">
            <w:pPr>
              <w:pStyle w:val="Bezmezer"/>
              <w:spacing w:line="360" w:lineRule="auto"/>
            </w:pPr>
            <w:r w:rsidRPr="00E45A48">
              <w:t>Podrobnější popis (volitelné): [</w:t>
            </w:r>
            <w:r w:rsidRPr="00E45A48">
              <w:rPr>
                <w:highlight w:val="yellow"/>
              </w:rPr>
              <w:t>…</w:t>
            </w:r>
            <w:r w:rsidRPr="00E45A48">
              <w:t>]</w:t>
            </w:r>
          </w:p>
        </w:tc>
      </w:tr>
    </w:tbl>
    <w:p w:rsidR="00361415" w:rsidRDefault="00361415" w:rsidP="00361415">
      <w:pPr>
        <w:pStyle w:val="Bezmezer"/>
      </w:pPr>
    </w:p>
    <w:p w:rsidR="00361415" w:rsidRPr="00A67466" w:rsidRDefault="00361415" w:rsidP="00361415">
      <w:pPr>
        <w:pStyle w:val="Bezmezer"/>
        <w:ind w:left="708" w:hanging="708"/>
        <w:jc w:val="both"/>
        <w:rPr>
          <w:i/>
          <w:sz w:val="16"/>
        </w:rPr>
      </w:pPr>
      <w:r w:rsidRPr="00A67466">
        <w:rPr>
          <w:i/>
          <w:sz w:val="16"/>
        </w:rPr>
        <w:t>*</w:t>
      </w:r>
      <w:r w:rsidRPr="00A67466">
        <w:rPr>
          <w:i/>
          <w:sz w:val="16"/>
        </w:rPr>
        <w:tab/>
        <w:t>Objednatel potvrzuje, že zde uvedené hodnoty zakázky byly plněny přímo dodavatelem</w:t>
      </w:r>
      <w:r w:rsidR="00361733">
        <w:rPr>
          <w:i/>
          <w:sz w:val="16"/>
        </w:rPr>
        <w:t xml:space="preserve"> (případně jeho subdodavateli)</w:t>
      </w:r>
      <w:r w:rsidRPr="00A67466">
        <w:rPr>
          <w:i/>
          <w:sz w:val="16"/>
        </w:rPr>
        <w:t>, jemuž je toto osvědčení vydáváno, a to i pokud bylo plnění realizováno více dodavateli (např.: formou sdružení více dodavatelů)</w:t>
      </w:r>
      <w:r w:rsidR="0076609B">
        <w:rPr>
          <w:i/>
          <w:sz w:val="16"/>
        </w:rPr>
        <w:t>. Uvedené částky korespondují s minimálními úrovněmi stanovenými zadavatelem v zadávacích podmínkách jednotlivých částí veřejné zakázky.</w:t>
      </w:r>
    </w:p>
    <w:p w:rsidR="00361415" w:rsidRDefault="00361415" w:rsidP="00BD5B21">
      <w:pPr>
        <w:pStyle w:val="Bezmezer"/>
        <w:spacing w:before="120"/>
        <w:rPr>
          <w:i/>
          <w:sz w:val="16"/>
        </w:rPr>
      </w:pPr>
      <w:r w:rsidRPr="00A67466">
        <w:rPr>
          <w:i/>
          <w:sz w:val="16"/>
        </w:rPr>
        <w:t xml:space="preserve">** </w:t>
      </w:r>
      <w:r w:rsidRPr="00A67466">
        <w:rPr>
          <w:i/>
          <w:sz w:val="16"/>
        </w:rPr>
        <w:tab/>
        <w:t>Nehodící se škrtněte</w:t>
      </w:r>
    </w:p>
    <w:p w:rsidR="00A67466" w:rsidRPr="00A67466" w:rsidRDefault="00A67466" w:rsidP="00BD5B21">
      <w:pPr>
        <w:pStyle w:val="Bezmezer"/>
        <w:spacing w:before="120"/>
        <w:rPr>
          <w:i/>
          <w:sz w:val="16"/>
        </w:rPr>
      </w:pPr>
    </w:p>
    <w:p w:rsidR="00361415" w:rsidRDefault="00361415" w:rsidP="00361415">
      <w:pPr>
        <w:pStyle w:val="Bezmezer"/>
      </w:pPr>
    </w:p>
    <w:p w:rsidR="00361415" w:rsidRDefault="00361415" w:rsidP="00361415">
      <w:pPr>
        <w:pStyle w:val="Bezmezer"/>
      </w:pPr>
      <w:r>
        <w:t>V</w:t>
      </w:r>
      <w:r w:rsidR="00BD5B21">
        <w:t xml:space="preserve"> ………………………… dne …………………………</w:t>
      </w:r>
    </w:p>
    <w:p w:rsidR="00361415" w:rsidRDefault="00361415" w:rsidP="00BD5B21">
      <w:pPr>
        <w:pStyle w:val="Bezmezer"/>
        <w:ind w:left="4248"/>
        <w:jc w:val="center"/>
        <w:rPr>
          <w:i/>
        </w:rPr>
      </w:pPr>
      <w:r>
        <w:rPr>
          <w:i/>
        </w:rPr>
        <w:t>------------------------------------</w:t>
      </w:r>
      <w:r w:rsidR="00BD5B21">
        <w:rPr>
          <w:i/>
        </w:rPr>
        <w:t>----------------------</w:t>
      </w:r>
    </w:p>
    <w:p w:rsidR="00361415" w:rsidRPr="00BD5B21" w:rsidRDefault="00361415" w:rsidP="00BD5B21">
      <w:pPr>
        <w:pStyle w:val="Bezmezer"/>
        <w:ind w:left="4248"/>
        <w:jc w:val="center"/>
        <w:rPr>
          <w:sz w:val="16"/>
        </w:rPr>
      </w:pPr>
      <w:r w:rsidRPr="00BD5B21">
        <w:rPr>
          <w:i/>
          <w:sz w:val="16"/>
        </w:rPr>
        <w:t>(jméno, příjmení, funkce a podpis oprávněné osoby)</w:t>
      </w:r>
    </w:p>
    <w:p w:rsidR="00C6348F" w:rsidRDefault="00C6348F"/>
    <w:sectPr w:rsidR="00C6348F" w:rsidSect="00C6348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AD" w:rsidRDefault="00221CAD" w:rsidP="00814D8B">
      <w:pPr>
        <w:spacing w:after="0" w:line="240" w:lineRule="auto"/>
      </w:pPr>
      <w:r>
        <w:separator/>
      </w:r>
    </w:p>
  </w:endnote>
  <w:endnote w:type="continuationSeparator" w:id="0">
    <w:p w:rsidR="00221CAD" w:rsidRDefault="00221CAD" w:rsidP="0081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AD" w:rsidRDefault="00221CAD" w:rsidP="00814D8B">
      <w:pPr>
        <w:spacing w:after="0" w:line="240" w:lineRule="auto"/>
      </w:pPr>
      <w:r>
        <w:separator/>
      </w:r>
    </w:p>
  </w:footnote>
  <w:footnote w:type="continuationSeparator" w:id="0">
    <w:p w:rsidR="00221CAD" w:rsidRDefault="00221CAD" w:rsidP="00814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15"/>
    <w:rsid w:val="00057E29"/>
    <w:rsid w:val="00211EDE"/>
    <w:rsid w:val="002142A1"/>
    <w:rsid w:val="00221CAD"/>
    <w:rsid w:val="00321A2D"/>
    <w:rsid w:val="00361415"/>
    <w:rsid w:val="00361733"/>
    <w:rsid w:val="00365620"/>
    <w:rsid w:val="00561500"/>
    <w:rsid w:val="0076609B"/>
    <w:rsid w:val="00814D8B"/>
    <w:rsid w:val="00837AC5"/>
    <w:rsid w:val="009353FB"/>
    <w:rsid w:val="00A55803"/>
    <w:rsid w:val="00A67466"/>
    <w:rsid w:val="00A75909"/>
    <w:rsid w:val="00A75D6D"/>
    <w:rsid w:val="00BD5B21"/>
    <w:rsid w:val="00C6348F"/>
    <w:rsid w:val="00F5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1415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61415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634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34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8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34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348F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8F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D8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1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D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1415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61415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634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34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8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34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348F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8F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D8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1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D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EAF0F40F</Template>
  <TotalTime>2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Oramus</dc:creator>
  <cp:lastModifiedBy>norysoval</cp:lastModifiedBy>
  <cp:revision>3</cp:revision>
  <dcterms:created xsi:type="dcterms:W3CDTF">2014-02-18T10:06:00Z</dcterms:created>
  <dcterms:modified xsi:type="dcterms:W3CDTF">2014-02-18T10:07:00Z</dcterms:modified>
</cp:coreProperties>
</file>